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94E" w:rsidRPr="0053425B" w:rsidRDefault="0000094E" w:rsidP="009D2D44">
      <w:pPr>
        <w:widowControl w:val="0"/>
        <w:spacing w:after="0" w:line="240" w:lineRule="auto"/>
        <w:rPr>
          <w:b/>
          <w:sz w:val="32"/>
          <w:szCs w:val="32"/>
        </w:rPr>
      </w:pPr>
    </w:p>
    <w:p w:rsidR="0000094E" w:rsidRPr="00F645DE" w:rsidRDefault="0000094E" w:rsidP="009D2D44">
      <w:pPr>
        <w:widowControl w:val="0"/>
        <w:spacing w:line="280" w:lineRule="exact"/>
        <w:jc w:val="center"/>
        <w:rPr>
          <w:rFonts w:ascii="Times New Roman" w:hAnsi="Times New Roman"/>
          <w:b/>
          <w:sz w:val="32"/>
          <w:szCs w:val="32"/>
        </w:rPr>
      </w:pPr>
      <w:r w:rsidRPr="00F645DE">
        <w:rPr>
          <w:rFonts w:ascii="Times New Roman" w:hAnsi="Times New Roman"/>
          <w:b/>
          <w:sz w:val="32"/>
          <w:szCs w:val="32"/>
        </w:rPr>
        <w:t>АДМИНИСТРАЦИЯ ЛЕНИНСКОГО РАЙОНА</w:t>
      </w:r>
    </w:p>
    <w:p w:rsidR="0000094E" w:rsidRPr="00F645DE" w:rsidRDefault="0000094E" w:rsidP="009D2D44">
      <w:pPr>
        <w:widowControl w:val="0"/>
        <w:spacing w:line="280" w:lineRule="exact"/>
        <w:jc w:val="center"/>
        <w:rPr>
          <w:rFonts w:ascii="Times New Roman" w:hAnsi="Times New Roman"/>
          <w:b/>
          <w:sz w:val="32"/>
          <w:szCs w:val="32"/>
        </w:rPr>
      </w:pPr>
      <w:r w:rsidRPr="00F645DE">
        <w:rPr>
          <w:rFonts w:ascii="Times New Roman" w:hAnsi="Times New Roman"/>
          <w:b/>
          <w:sz w:val="32"/>
          <w:szCs w:val="32"/>
        </w:rPr>
        <w:t>ГОРОДА МОГИЛЕВА</w:t>
      </w:r>
    </w:p>
    <w:p w:rsidR="0000094E" w:rsidRPr="00F645DE" w:rsidRDefault="0000094E" w:rsidP="009D2D44">
      <w:pPr>
        <w:widowControl w:val="0"/>
        <w:spacing w:line="280" w:lineRule="exact"/>
        <w:jc w:val="center"/>
        <w:rPr>
          <w:rFonts w:ascii="Times New Roman" w:hAnsi="Times New Roman"/>
          <w:b/>
          <w:sz w:val="32"/>
          <w:szCs w:val="32"/>
        </w:rPr>
      </w:pPr>
      <w:r w:rsidRPr="00F645DE">
        <w:rPr>
          <w:rFonts w:ascii="Times New Roman" w:hAnsi="Times New Roman"/>
          <w:b/>
          <w:sz w:val="32"/>
          <w:szCs w:val="32"/>
        </w:rPr>
        <w:t xml:space="preserve">ОТДЕЛ ИДЕОЛОГИЧЕСКОЙ РАБОТЫ, </w:t>
      </w:r>
    </w:p>
    <w:p w:rsidR="0000094E" w:rsidRPr="00F645DE" w:rsidRDefault="0000094E" w:rsidP="009D2D44">
      <w:pPr>
        <w:widowControl w:val="0"/>
        <w:spacing w:line="280" w:lineRule="exact"/>
        <w:jc w:val="center"/>
        <w:rPr>
          <w:rFonts w:ascii="Times New Roman" w:hAnsi="Times New Roman"/>
          <w:b/>
          <w:sz w:val="32"/>
          <w:szCs w:val="32"/>
        </w:rPr>
      </w:pPr>
      <w:r w:rsidRPr="00F645DE">
        <w:rPr>
          <w:rFonts w:ascii="Times New Roman" w:hAnsi="Times New Roman"/>
          <w:b/>
          <w:sz w:val="32"/>
          <w:szCs w:val="32"/>
        </w:rPr>
        <w:t>КУЛЬТУРЫ И ПО ДЕЛАМ МОЛОДЕЖИ</w:t>
      </w:r>
    </w:p>
    <w:p w:rsidR="0000094E" w:rsidRPr="00FE3AF4" w:rsidRDefault="0000094E" w:rsidP="00FE3AF4">
      <w:pPr>
        <w:widowControl w:val="0"/>
        <w:spacing w:after="0" w:line="240" w:lineRule="auto"/>
        <w:jc w:val="center"/>
        <w:rPr>
          <w:rFonts w:ascii="Times New Roman" w:hAnsi="Times New Roman"/>
          <w:b/>
          <w:sz w:val="32"/>
          <w:szCs w:val="32"/>
        </w:rPr>
      </w:pPr>
    </w:p>
    <w:p w:rsidR="0000094E" w:rsidRPr="00FE3AF4" w:rsidRDefault="0000094E" w:rsidP="00FE3AF4">
      <w:pPr>
        <w:widowControl w:val="0"/>
        <w:spacing w:after="0" w:line="240" w:lineRule="auto"/>
        <w:jc w:val="center"/>
        <w:rPr>
          <w:rFonts w:ascii="Times New Roman" w:hAnsi="Times New Roman"/>
          <w:b/>
          <w:sz w:val="32"/>
          <w:szCs w:val="32"/>
        </w:rPr>
      </w:pPr>
    </w:p>
    <w:p w:rsidR="0000094E" w:rsidRDefault="0000094E" w:rsidP="009D2D44">
      <w:pPr>
        <w:pStyle w:val="Heading3"/>
        <w:keepNext w:val="0"/>
        <w:widowControl w:val="0"/>
        <w:jc w:val="left"/>
        <w:rPr>
          <w:sz w:val="32"/>
          <w:szCs w:val="32"/>
          <w:lang w:eastAsia="en-US"/>
        </w:rPr>
      </w:pPr>
    </w:p>
    <w:p w:rsidR="0000094E" w:rsidRDefault="0000094E" w:rsidP="00FE3AF4">
      <w:pPr>
        <w:pStyle w:val="Heading3"/>
        <w:keepNext w:val="0"/>
        <w:widowControl w:val="0"/>
        <w:rPr>
          <w:sz w:val="32"/>
          <w:szCs w:val="32"/>
          <w:lang w:eastAsia="en-US"/>
        </w:rPr>
      </w:pPr>
    </w:p>
    <w:p w:rsidR="0000094E" w:rsidRDefault="0000094E" w:rsidP="00FE3AF4">
      <w:pPr>
        <w:pStyle w:val="Heading3"/>
        <w:keepNext w:val="0"/>
        <w:widowControl w:val="0"/>
        <w:rPr>
          <w:sz w:val="32"/>
          <w:szCs w:val="32"/>
          <w:lang w:eastAsia="en-US"/>
        </w:rPr>
      </w:pPr>
    </w:p>
    <w:p w:rsidR="0000094E" w:rsidRPr="00FE3AF4" w:rsidRDefault="0000094E" w:rsidP="00FE3AF4">
      <w:pPr>
        <w:pStyle w:val="Heading3"/>
        <w:keepNext w:val="0"/>
        <w:widowControl w:val="0"/>
        <w:jc w:val="left"/>
        <w:rPr>
          <w:sz w:val="32"/>
          <w:szCs w:val="32"/>
        </w:rPr>
      </w:pPr>
      <w:r>
        <w:rPr>
          <w:sz w:val="32"/>
          <w:szCs w:val="32"/>
        </w:rPr>
        <w:t xml:space="preserve">                                          </w:t>
      </w:r>
      <w:r w:rsidRPr="00FE3AF4">
        <w:rPr>
          <w:sz w:val="32"/>
          <w:szCs w:val="32"/>
        </w:rPr>
        <w:t>МАТЕРИАЛ</w:t>
      </w:r>
    </w:p>
    <w:p w:rsidR="0000094E" w:rsidRPr="00FE3AF4" w:rsidRDefault="0000094E" w:rsidP="00FE3AF4">
      <w:pPr>
        <w:spacing w:after="0" w:line="240" w:lineRule="auto"/>
        <w:jc w:val="center"/>
        <w:rPr>
          <w:rFonts w:ascii="Times New Roman" w:hAnsi="Times New Roman"/>
          <w:b/>
          <w:sz w:val="32"/>
          <w:szCs w:val="32"/>
        </w:rPr>
      </w:pPr>
      <w:r w:rsidRPr="00FE3AF4">
        <w:rPr>
          <w:rFonts w:ascii="Times New Roman" w:hAnsi="Times New Roman"/>
          <w:b/>
          <w:sz w:val="32"/>
          <w:szCs w:val="32"/>
        </w:rPr>
        <w:t>для информационно-пропагандистских групп</w:t>
      </w:r>
    </w:p>
    <w:p w:rsidR="0000094E" w:rsidRPr="00FE3AF4" w:rsidRDefault="0000094E" w:rsidP="00FE3AF4">
      <w:pPr>
        <w:spacing w:after="0" w:line="240" w:lineRule="auto"/>
        <w:rPr>
          <w:rFonts w:ascii="Times New Roman" w:hAnsi="Times New Roman"/>
          <w:b/>
          <w:sz w:val="32"/>
          <w:szCs w:val="32"/>
        </w:rPr>
      </w:pPr>
    </w:p>
    <w:p w:rsidR="0000094E" w:rsidRPr="00FE3AF4" w:rsidRDefault="0000094E" w:rsidP="00FE3AF4">
      <w:pPr>
        <w:spacing w:after="0" w:line="240" w:lineRule="auto"/>
        <w:jc w:val="center"/>
        <w:rPr>
          <w:rFonts w:ascii="Times New Roman" w:hAnsi="Times New Roman"/>
          <w:b/>
          <w:sz w:val="36"/>
          <w:szCs w:val="36"/>
        </w:rPr>
      </w:pPr>
      <w:r w:rsidRPr="00FE3AF4">
        <w:rPr>
          <w:rFonts w:ascii="Times New Roman" w:hAnsi="Times New Roman"/>
          <w:b/>
          <w:iCs/>
          <w:sz w:val="36"/>
          <w:szCs w:val="36"/>
        </w:rPr>
        <w:t xml:space="preserve"> </w:t>
      </w:r>
      <w:r w:rsidRPr="00FE3AF4">
        <w:rPr>
          <w:rFonts w:ascii="Times New Roman" w:hAnsi="Times New Roman"/>
          <w:b/>
          <w:caps/>
          <w:sz w:val="36"/>
          <w:szCs w:val="36"/>
        </w:rPr>
        <w:t xml:space="preserve"> </w:t>
      </w:r>
    </w:p>
    <w:p w:rsidR="0000094E" w:rsidRDefault="0000094E" w:rsidP="00B22B1E">
      <w:pPr>
        <w:pStyle w:val="NormalWeb"/>
        <w:numPr>
          <w:ilvl w:val="0"/>
          <w:numId w:val="3"/>
        </w:numPr>
        <w:shd w:val="clear" w:color="auto" w:fill="FFFFFF"/>
        <w:spacing w:before="0" w:beforeAutospacing="0" w:after="0" w:afterAutospacing="0"/>
        <w:rPr>
          <w:b/>
          <w:color w:val="000000"/>
          <w:sz w:val="36"/>
          <w:szCs w:val="36"/>
        </w:rPr>
      </w:pPr>
      <w:r>
        <w:rPr>
          <w:b/>
          <w:color w:val="000000"/>
          <w:sz w:val="36"/>
          <w:szCs w:val="36"/>
        </w:rPr>
        <w:t>Продовольственная безопасность страны</w:t>
      </w:r>
    </w:p>
    <w:p w:rsidR="0000094E" w:rsidRDefault="0000094E" w:rsidP="00FE3AF4">
      <w:pPr>
        <w:tabs>
          <w:tab w:val="left" w:pos="9638"/>
        </w:tabs>
        <w:spacing w:line="280" w:lineRule="exact"/>
        <w:ind w:right="-1"/>
        <w:rPr>
          <w:rFonts w:ascii="Times New Roman" w:hAnsi="Times New Roman"/>
          <w:b/>
          <w:sz w:val="36"/>
          <w:szCs w:val="36"/>
        </w:rPr>
      </w:pPr>
    </w:p>
    <w:p w:rsidR="0000094E" w:rsidRPr="005013AC" w:rsidRDefault="0000094E" w:rsidP="005013AC">
      <w:pPr>
        <w:tabs>
          <w:tab w:val="left" w:pos="2730"/>
        </w:tabs>
        <w:spacing w:after="0" w:line="240" w:lineRule="auto"/>
        <w:jc w:val="both"/>
        <w:rPr>
          <w:rFonts w:ascii="Times New Roman" w:hAnsi="Times New Roman"/>
          <w:b/>
          <w:bCs/>
          <w:color w:val="000000"/>
          <w:sz w:val="36"/>
          <w:szCs w:val="36"/>
          <w:shd w:val="clear" w:color="auto" w:fill="FFFFFF"/>
        </w:rPr>
      </w:pPr>
      <w:r>
        <w:rPr>
          <w:rFonts w:ascii="Times New Roman" w:hAnsi="Times New Roman"/>
          <w:b/>
          <w:bCs/>
          <w:color w:val="000000"/>
          <w:sz w:val="30"/>
          <w:szCs w:val="30"/>
          <w:shd w:val="clear" w:color="auto" w:fill="FFFFFF"/>
        </w:rPr>
        <w:t xml:space="preserve">    </w:t>
      </w:r>
      <w:r w:rsidRPr="005013AC">
        <w:rPr>
          <w:rFonts w:ascii="Times New Roman" w:hAnsi="Times New Roman"/>
          <w:b/>
          <w:bCs/>
          <w:color w:val="000000"/>
          <w:sz w:val="30"/>
          <w:szCs w:val="30"/>
          <w:shd w:val="clear" w:color="auto" w:fill="FFFFFF"/>
        </w:rPr>
        <w:t>2.</w:t>
      </w:r>
      <w:r w:rsidRPr="005013AC">
        <w:rPr>
          <w:rFonts w:ascii="Times New Roman" w:hAnsi="Times New Roman"/>
          <w:b/>
          <w:bCs/>
          <w:color w:val="000000"/>
          <w:sz w:val="36"/>
          <w:szCs w:val="36"/>
          <w:shd w:val="clear" w:color="auto" w:fill="FFFFFF"/>
        </w:rPr>
        <w:t>Предупреждение детского дорожно-транспортного травматизма</w:t>
      </w:r>
    </w:p>
    <w:p w:rsidR="0000094E" w:rsidRPr="005013AC" w:rsidRDefault="0000094E" w:rsidP="00FE3AF4">
      <w:pPr>
        <w:tabs>
          <w:tab w:val="left" w:pos="9638"/>
        </w:tabs>
        <w:spacing w:line="280" w:lineRule="exact"/>
        <w:ind w:right="-1"/>
        <w:rPr>
          <w:rFonts w:ascii="Times New Roman" w:hAnsi="Times New Roman"/>
          <w:b/>
          <w:sz w:val="36"/>
          <w:szCs w:val="36"/>
        </w:rPr>
      </w:pPr>
    </w:p>
    <w:p w:rsidR="0000094E" w:rsidRPr="00FE3AF4" w:rsidRDefault="0000094E" w:rsidP="00FE3AF4">
      <w:pPr>
        <w:tabs>
          <w:tab w:val="left" w:pos="9638"/>
        </w:tabs>
        <w:rPr>
          <w:rFonts w:ascii="Times New Roman" w:hAnsi="Times New Roman"/>
          <w:sz w:val="36"/>
          <w:szCs w:val="36"/>
        </w:rPr>
      </w:pPr>
    </w:p>
    <w:p w:rsidR="0000094E" w:rsidRPr="00FE3AF4" w:rsidRDefault="0000094E" w:rsidP="00FE3AF4">
      <w:pPr>
        <w:spacing w:after="0" w:line="240" w:lineRule="auto"/>
        <w:rPr>
          <w:rFonts w:ascii="Times New Roman" w:hAnsi="Times New Roman"/>
          <w:sz w:val="36"/>
          <w:szCs w:val="36"/>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Default="0000094E" w:rsidP="00FE3AF4">
      <w:pPr>
        <w:spacing w:after="0" w:line="240" w:lineRule="auto"/>
        <w:rPr>
          <w:rFonts w:ascii="Times New Roman" w:hAnsi="Times New Roman"/>
          <w:sz w:val="30"/>
          <w:szCs w:val="30"/>
        </w:rPr>
      </w:pPr>
    </w:p>
    <w:p w:rsidR="0000094E" w:rsidRPr="00FE3AF4" w:rsidRDefault="0000094E" w:rsidP="00FE3AF4">
      <w:pPr>
        <w:spacing w:after="0" w:line="240" w:lineRule="auto"/>
        <w:rPr>
          <w:rFonts w:ascii="Times New Roman" w:hAnsi="Times New Roman"/>
          <w:sz w:val="30"/>
          <w:szCs w:val="30"/>
        </w:rPr>
      </w:pPr>
    </w:p>
    <w:p w:rsidR="0000094E" w:rsidRPr="00FE3AF4" w:rsidRDefault="0000094E" w:rsidP="00FE3AF4">
      <w:pPr>
        <w:spacing w:after="0" w:line="240" w:lineRule="auto"/>
        <w:rPr>
          <w:rFonts w:ascii="Times New Roman" w:hAnsi="Times New Roman"/>
          <w:b/>
          <w:sz w:val="30"/>
          <w:szCs w:val="30"/>
        </w:rPr>
      </w:pPr>
    </w:p>
    <w:p w:rsidR="0000094E" w:rsidRPr="00FE3AF4" w:rsidRDefault="0000094E" w:rsidP="00FE3AF4">
      <w:pPr>
        <w:spacing w:after="0" w:line="240" w:lineRule="auto"/>
        <w:rPr>
          <w:rFonts w:ascii="Times New Roman" w:hAnsi="Times New Roman"/>
          <w:b/>
          <w:sz w:val="30"/>
          <w:szCs w:val="30"/>
        </w:rPr>
      </w:pP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sidRPr="00FE3AF4">
        <w:rPr>
          <w:rFonts w:ascii="Times New Roman" w:hAnsi="Times New Roman"/>
          <w:b/>
          <w:sz w:val="30"/>
          <w:szCs w:val="30"/>
        </w:rPr>
        <w:t>г. Могилёв</w:t>
      </w:r>
    </w:p>
    <w:p w:rsidR="0000094E" w:rsidRDefault="0000094E" w:rsidP="00FE3AF4">
      <w:pPr>
        <w:spacing w:after="0" w:line="240" w:lineRule="auto"/>
        <w:rPr>
          <w:rFonts w:ascii="Times New Roman" w:hAnsi="Times New Roman"/>
          <w:b/>
          <w:sz w:val="30"/>
          <w:szCs w:val="30"/>
        </w:rPr>
      </w:pP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t>август</w:t>
      </w:r>
      <w:r w:rsidRPr="00FE3AF4">
        <w:rPr>
          <w:rFonts w:ascii="Times New Roman" w:hAnsi="Times New Roman"/>
          <w:b/>
          <w:sz w:val="30"/>
          <w:szCs w:val="30"/>
        </w:rPr>
        <w:t xml:space="preserve">  2015г.</w:t>
      </w:r>
    </w:p>
    <w:p w:rsidR="0000094E" w:rsidRDefault="0000094E" w:rsidP="00FE3AF4">
      <w:pPr>
        <w:spacing w:after="0" w:line="240" w:lineRule="auto"/>
        <w:rPr>
          <w:rFonts w:ascii="Times New Roman" w:hAnsi="Times New Roman"/>
          <w:b/>
          <w:sz w:val="30"/>
          <w:szCs w:val="30"/>
        </w:rPr>
      </w:pPr>
    </w:p>
    <w:p w:rsidR="0000094E" w:rsidRPr="00B22B1E" w:rsidRDefault="0000094E" w:rsidP="00FE3AF4">
      <w:pPr>
        <w:spacing w:after="0" w:line="240" w:lineRule="auto"/>
        <w:rPr>
          <w:rFonts w:ascii="Times New Roman" w:hAnsi="Times New Roman"/>
          <w:b/>
          <w:sz w:val="30"/>
          <w:szCs w:val="30"/>
        </w:rPr>
      </w:pPr>
    </w:p>
    <w:p w:rsidR="0000094E" w:rsidRPr="00B22B1E" w:rsidRDefault="0000094E" w:rsidP="00B22B1E">
      <w:pPr>
        <w:numPr>
          <w:ilvl w:val="0"/>
          <w:numId w:val="4"/>
        </w:numPr>
        <w:spacing w:after="0" w:line="240" w:lineRule="auto"/>
        <w:jc w:val="center"/>
        <w:rPr>
          <w:rFonts w:ascii="Times New Roman" w:hAnsi="Times New Roman"/>
          <w:b/>
          <w:caps/>
          <w:sz w:val="30"/>
          <w:szCs w:val="30"/>
        </w:rPr>
      </w:pPr>
      <w:r w:rsidRPr="00B22B1E">
        <w:rPr>
          <w:rFonts w:ascii="Times New Roman" w:hAnsi="Times New Roman"/>
          <w:b/>
          <w:caps/>
          <w:sz w:val="30"/>
          <w:szCs w:val="30"/>
        </w:rPr>
        <w:t>Продовольственная безопасность страны</w:t>
      </w:r>
    </w:p>
    <w:p w:rsidR="0000094E" w:rsidRPr="00B22B1E" w:rsidRDefault="0000094E" w:rsidP="00B22B1E">
      <w:pPr>
        <w:pStyle w:val="1"/>
        <w:spacing w:before="0" w:after="0"/>
        <w:ind w:firstLine="709"/>
        <w:jc w:val="both"/>
        <w:rPr>
          <w:sz w:val="30"/>
          <w:szCs w:val="30"/>
        </w:rPr>
      </w:pPr>
    </w:p>
    <w:p w:rsidR="0000094E" w:rsidRPr="00B22B1E" w:rsidRDefault="0000094E" w:rsidP="00B22B1E">
      <w:pPr>
        <w:pStyle w:val="1"/>
        <w:spacing w:before="0" w:after="0"/>
        <w:ind w:firstLine="709"/>
        <w:jc w:val="both"/>
        <w:rPr>
          <w:sz w:val="30"/>
          <w:szCs w:val="30"/>
        </w:rPr>
      </w:pPr>
      <w:r w:rsidRPr="00B22B1E">
        <w:rPr>
          <w:sz w:val="30"/>
          <w:szCs w:val="30"/>
        </w:rPr>
        <w:t xml:space="preserve">Стабильность в продовольственной сфере – глобальная проблема мирового сообщества. Она определяет приоритеты национальной политики всех без исключения государств мира. </w:t>
      </w:r>
    </w:p>
    <w:p w:rsidR="0000094E" w:rsidRPr="00B22B1E" w:rsidRDefault="0000094E" w:rsidP="00B22B1E">
      <w:pPr>
        <w:pStyle w:val="1"/>
        <w:spacing w:before="0" w:after="0"/>
        <w:ind w:firstLine="709"/>
        <w:jc w:val="both"/>
        <w:rPr>
          <w:sz w:val="30"/>
          <w:szCs w:val="30"/>
        </w:rPr>
      </w:pPr>
      <w:r w:rsidRPr="00B22B1E">
        <w:rPr>
          <w:sz w:val="30"/>
          <w:szCs w:val="30"/>
        </w:rPr>
        <w:t xml:space="preserve">Быстрый рост численности населения планеты происходит в условиях ограничения производственного потенциала мирового сельского хозяйства и неуклонно сокращающихся компенсационных возможностей природной среды. Чрезмерное потребление продовольствия в сочетании с растущими потерями и отходами привели к тому, что точка возврата в использовании ресурсов существенно превышена. </w:t>
      </w:r>
      <w:r w:rsidRPr="00B22B1E">
        <w:rPr>
          <w:b/>
          <w:sz w:val="30"/>
          <w:szCs w:val="30"/>
        </w:rPr>
        <w:t>Во многих странах потребление продовольствия в разы превышает собственные запасы</w:t>
      </w:r>
      <w:r w:rsidRPr="00B22B1E">
        <w:rPr>
          <w:sz w:val="30"/>
          <w:szCs w:val="30"/>
        </w:rPr>
        <w:t xml:space="preserve"> (например, в Объединенных Арабских Эмиратах – в 12 раз, Японии – в 7 раз, Китае – в 2,2 раза). </w:t>
      </w:r>
    </w:p>
    <w:p w:rsidR="0000094E" w:rsidRPr="00B22B1E" w:rsidRDefault="0000094E" w:rsidP="00B22B1E">
      <w:pPr>
        <w:spacing w:before="120" w:after="120" w:line="240" w:lineRule="auto"/>
        <w:ind w:firstLine="709"/>
        <w:jc w:val="both"/>
        <w:rPr>
          <w:rFonts w:ascii="Times New Roman" w:hAnsi="Times New Roman"/>
          <w:sz w:val="30"/>
          <w:szCs w:val="30"/>
        </w:rPr>
      </w:pPr>
      <w:r w:rsidRPr="00B22B1E">
        <w:rPr>
          <w:rFonts w:ascii="Times New Roman" w:hAnsi="Times New Roman"/>
          <w:b/>
          <w:sz w:val="30"/>
          <w:szCs w:val="30"/>
        </w:rPr>
        <w:t>Продовольственная безопасность</w:t>
      </w:r>
      <w:r w:rsidRPr="00B22B1E">
        <w:rPr>
          <w:rFonts w:ascii="Times New Roman" w:hAnsi="Times New Roman"/>
          <w:sz w:val="30"/>
          <w:szCs w:val="30"/>
        </w:rPr>
        <w:t xml:space="preserve"> – обеспеченная соответствующими ресурсами и гарантиями способность территории вне зависимости от внешних и внутренних условий удовлетворять потребность населения в важнейших продуктах питания в объемах и качестве, достаточных для физического и социального развития личности, улучшения здоровья и расширенного воспроизводства народонаселения. </w:t>
      </w:r>
    </w:p>
    <w:p w:rsidR="0000094E" w:rsidRPr="00B22B1E" w:rsidRDefault="0000094E" w:rsidP="00B22B1E">
      <w:pPr>
        <w:pStyle w:val="1"/>
        <w:spacing w:before="0" w:after="0"/>
        <w:ind w:firstLine="709"/>
        <w:jc w:val="both"/>
        <w:rPr>
          <w:spacing w:val="-4"/>
          <w:sz w:val="30"/>
          <w:szCs w:val="30"/>
        </w:rPr>
      </w:pPr>
      <w:r w:rsidRPr="00B22B1E">
        <w:rPr>
          <w:b/>
          <w:spacing w:val="-4"/>
          <w:sz w:val="30"/>
          <w:szCs w:val="30"/>
        </w:rPr>
        <w:t>Продовольственная безопасность имеет три составляющие:</w:t>
      </w:r>
    </w:p>
    <w:p w:rsidR="0000094E" w:rsidRPr="00B22B1E" w:rsidRDefault="0000094E" w:rsidP="00B22B1E">
      <w:pPr>
        <w:pStyle w:val="1"/>
        <w:spacing w:before="0" w:after="0"/>
        <w:ind w:firstLine="709"/>
        <w:jc w:val="both"/>
        <w:rPr>
          <w:sz w:val="30"/>
          <w:szCs w:val="30"/>
        </w:rPr>
      </w:pPr>
      <w:r w:rsidRPr="00B22B1E">
        <w:rPr>
          <w:i/>
          <w:sz w:val="30"/>
          <w:szCs w:val="30"/>
        </w:rPr>
        <w:t>физическую доступность</w:t>
      </w:r>
      <w:r w:rsidRPr="00B22B1E">
        <w:rPr>
          <w:sz w:val="30"/>
          <w:szCs w:val="30"/>
        </w:rPr>
        <w:t xml:space="preserve"> – означает физическое наличие продовольствия и возможность его приобрести, стабильное снабжение населения продуктами питания высокого качества на всей территории государства;</w:t>
      </w:r>
    </w:p>
    <w:p w:rsidR="0000094E" w:rsidRPr="00B22B1E" w:rsidRDefault="0000094E" w:rsidP="00B22B1E">
      <w:pPr>
        <w:pStyle w:val="1"/>
        <w:spacing w:before="0" w:after="0"/>
        <w:ind w:firstLine="709"/>
        <w:jc w:val="both"/>
        <w:rPr>
          <w:sz w:val="30"/>
          <w:szCs w:val="30"/>
        </w:rPr>
      </w:pPr>
      <w:r w:rsidRPr="00B22B1E">
        <w:rPr>
          <w:i/>
          <w:sz w:val="30"/>
          <w:szCs w:val="30"/>
        </w:rPr>
        <w:t>экономическую доступность</w:t>
      </w:r>
      <w:r w:rsidRPr="00B22B1E">
        <w:rPr>
          <w:sz w:val="30"/>
          <w:szCs w:val="30"/>
        </w:rPr>
        <w:t xml:space="preserve"> – предполагает достаточный уровень и динамику доходов домашних хозяйств всех категорий при социально приемлемом уровне цен на продукты питания;</w:t>
      </w:r>
    </w:p>
    <w:p w:rsidR="0000094E" w:rsidRPr="00B22B1E" w:rsidRDefault="0000094E" w:rsidP="00B22B1E">
      <w:pPr>
        <w:pStyle w:val="1"/>
        <w:spacing w:before="0" w:after="0"/>
        <w:ind w:firstLine="709"/>
        <w:jc w:val="both"/>
        <w:rPr>
          <w:sz w:val="30"/>
          <w:szCs w:val="30"/>
        </w:rPr>
      </w:pPr>
      <w:r w:rsidRPr="00B22B1E">
        <w:rPr>
          <w:i/>
          <w:sz w:val="30"/>
          <w:szCs w:val="30"/>
        </w:rPr>
        <w:t>рациональное потребление</w:t>
      </w:r>
      <w:r w:rsidRPr="00B22B1E">
        <w:rPr>
          <w:sz w:val="30"/>
          <w:szCs w:val="30"/>
        </w:rPr>
        <w:t xml:space="preserve"> – формирует культуру потребления на уровне домашних хозяйств, планирование и расходование денежных средств.</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b/>
          <w:sz w:val="30"/>
          <w:szCs w:val="30"/>
        </w:rPr>
        <w:t>Продовольственная безопасность обеспечивается одновременно на нескольких уровнях:</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глобальном</w:t>
      </w:r>
      <w:r w:rsidRPr="00B22B1E">
        <w:rPr>
          <w:rFonts w:ascii="Times New Roman" w:hAnsi="Times New Roman"/>
          <w:sz w:val="30"/>
          <w:szCs w:val="30"/>
        </w:rPr>
        <w:t xml:space="preserve"> (Продовольственная и сельскохозяйственная организация ООН, Всемирная торговая организация, Комитет по всемирной продовольственной безопасности);</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межгосударственном</w:t>
      </w:r>
      <w:r w:rsidRPr="00B22B1E">
        <w:rPr>
          <w:rFonts w:ascii="Times New Roman" w:hAnsi="Times New Roman"/>
          <w:sz w:val="30"/>
          <w:szCs w:val="30"/>
        </w:rPr>
        <w:t xml:space="preserve"> (организации, объединяющие ряд стран: Евразийский экономический союз, Европейский союз и др.);</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национальном</w:t>
      </w:r>
      <w:r w:rsidRPr="00B22B1E">
        <w:rPr>
          <w:rFonts w:ascii="Times New Roman" w:hAnsi="Times New Roman"/>
          <w:sz w:val="30"/>
          <w:szCs w:val="30"/>
        </w:rPr>
        <w:t xml:space="preserve"> (государственном);</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групп населения и семейном</w:t>
      </w:r>
      <w:r w:rsidRPr="00B22B1E">
        <w:rPr>
          <w:rFonts w:ascii="Times New Roman" w:hAnsi="Times New Roman"/>
          <w:sz w:val="30"/>
          <w:szCs w:val="30"/>
        </w:rPr>
        <w:t>.</w:t>
      </w:r>
    </w:p>
    <w:p w:rsidR="0000094E" w:rsidRPr="00B22B1E" w:rsidRDefault="0000094E" w:rsidP="00B22B1E">
      <w:pPr>
        <w:spacing w:before="120" w:after="0" w:line="240" w:lineRule="auto"/>
        <w:ind w:firstLine="709"/>
        <w:jc w:val="both"/>
        <w:rPr>
          <w:rFonts w:ascii="Times New Roman" w:hAnsi="Times New Roman"/>
          <w:b/>
          <w:sz w:val="30"/>
          <w:szCs w:val="30"/>
        </w:rPr>
      </w:pPr>
      <w:r w:rsidRPr="00B22B1E">
        <w:rPr>
          <w:rFonts w:ascii="Times New Roman" w:hAnsi="Times New Roman"/>
          <w:sz w:val="30"/>
          <w:szCs w:val="30"/>
        </w:rPr>
        <w:t xml:space="preserve">На современном этапе </w:t>
      </w:r>
      <w:r w:rsidRPr="00B22B1E">
        <w:rPr>
          <w:rFonts w:ascii="Times New Roman" w:hAnsi="Times New Roman"/>
          <w:b/>
          <w:sz w:val="30"/>
          <w:szCs w:val="30"/>
        </w:rPr>
        <w:t>перед Продовольственной и сельскохозяйственной организацией ООН стоит ряд глобальных проблем.</w:t>
      </w:r>
    </w:p>
    <w:p w:rsidR="0000094E" w:rsidRPr="00B22B1E" w:rsidRDefault="0000094E" w:rsidP="00B22B1E">
      <w:pPr>
        <w:pStyle w:val="1"/>
        <w:spacing w:before="0" w:after="0"/>
        <w:ind w:firstLine="709"/>
        <w:jc w:val="both"/>
        <w:rPr>
          <w:sz w:val="30"/>
          <w:szCs w:val="30"/>
        </w:rPr>
      </w:pPr>
      <w:r w:rsidRPr="00B22B1E">
        <w:rPr>
          <w:i/>
          <w:sz w:val="30"/>
          <w:szCs w:val="30"/>
        </w:rPr>
        <w:t>Демографическая проблема.</w:t>
      </w:r>
      <w:r w:rsidRPr="00B22B1E">
        <w:rPr>
          <w:sz w:val="30"/>
          <w:szCs w:val="30"/>
        </w:rPr>
        <w:t xml:space="preserve"> В экономически развитых странах численность населения растет медленно, а в некоторых – сокращается. В то же время во многих развивающихся странах с крайне низким уровнем жизни численность населения растет высокими темпами; эти страны характеризуются также и высокой миграционной мобильностью. Учитывая, что ежегодный прирост численности населения в мире (1,4%) опережает прирост объемов производства продовольствия (0,9%), уже к 2020 году каждый четвертый житель планеты может столкнуться с проблемой голода.</w:t>
      </w:r>
    </w:p>
    <w:p w:rsidR="0000094E" w:rsidRPr="00B22B1E" w:rsidRDefault="0000094E" w:rsidP="00B22B1E">
      <w:pPr>
        <w:pStyle w:val="1"/>
        <w:spacing w:before="0" w:after="0"/>
        <w:ind w:firstLine="709"/>
        <w:jc w:val="both"/>
        <w:rPr>
          <w:sz w:val="30"/>
          <w:szCs w:val="30"/>
        </w:rPr>
      </w:pPr>
      <w:r w:rsidRPr="00B22B1E">
        <w:rPr>
          <w:i/>
          <w:sz w:val="30"/>
          <w:szCs w:val="30"/>
        </w:rPr>
        <w:t>Экологическая проблема.</w:t>
      </w:r>
      <w:r w:rsidRPr="00B22B1E">
        <w:rPr>
          <w:sz w:val="30"/>
          <w:szCs w:val="30"/>
        </w:rPr>
        <w:t xml:space="preserve"> Чтобы накормить растущее население планеты, к 2050 году производство продовольствия должно вырасти на 60%. Такой </w:t>
      </w:r>
      <w:r w:rsidRPr="00B22B1E">
        <w:rPr>
          <w:b/>
          <w:sz w:val="30"/>
          <w:szCs w:val="30"/>
        </w:rPr>
        <w:t>прирост сельскохозяйственного производства будет сложно обеспечить без ущерба экологической безопасности</w:t>
      </w:r>
      <w:r w:rsidRPr="00B22B1E">
        <w:rPr>
          <w:sz w:val="30"/>
          <w:szCs w:val="30"/>
        </w:rPr>
        <w:t>, поскольку:</w:t>
      </w:r>
    </w:p>
    <w:p w:rsidR="0000094E" w:rsidRPr="00B22B1E" w:rsidRDefault="0000094E" w:rsidP="00B22B1E">
      <w:pPr>
        <w:pStyle w:val="1"/>
        <w:spacing w:before="0" w:after="0"/>
        <w:ind w:firstLine="709"/>
        <w:rPr>
          <w:sz w:val="30"/>
          <w:szCs w:val="30"/>
        </w:rPr>
      </w:pPr>
      <w:r w:rsidRPr="00B22B1E">
        <w:rPr>
          <w:sz w:val="30"/>
          <w:szCs w:val="30"/>
        </w:rPr>
        <w:t>природные ресурсы сокращаются;</w:t>
      </w:r>
    </w:p>
    <w:p w:rsidR="0000094E" w:rsidRPr="00B22B1E" w:rsidRDefault="0000094E" w:rsidP="00B22B1E">
      <w:pPr>
        <w:pStyle w:val="1"/>
        <w:spacing w:before="0" w:after="0"/>
        <w:ind w:firstLine="709"/>
        <w:jc w:val="both"/>
        <w:rPr>
          <w:sz w:val="30"/>
          <w:szCs w:val="30"/>
        </w:rPr>
      </w:pPr>
      <w:r w:rsidRPr="00B22B1E">
        <w:rPr>
          <w:sz w:val="30"/>
          <w:szCs w:val="30"/>
        </w:rPr>
        <w:t>вследствие интенсификации систем земледелия страдают экосистемы и утрачивается биоразнообразие;</w:t>
      </w:r>
    </w:p>
    <w:p w:rsidR="0000094E" w:rsidRPr="00B22B1E" w:rsidRDefault="0000094E" w:rsidP="00B22B1E">
      <w:pPr>
        <w:pStyle w:val="1"/>
        <w:spacing w:before="0" w:after="0"/>
        <w:ind w:firstLine="709"/>
        <w:rPr>
          <w:sz w:val="30"/>
          <w:szCs w:val="30"/>
        </w:rPr>
      </w:pPr>
      <w:r w:rsidRPr="00B22B1E">
        <w:rPr>
          <w:sz w:val="30"/>
          <w:szCs w:val="30"/>
        </w:rPr>
        <w:t>происходят климатические изменения.</w:t>
      </w:r>
    </w:p>
    <w:p w:rsidR="0000094E" w:rsidRPr="00B22B1E" w:rsidRDefault="0000094E" w:rsidP="00B22B1E">
      <w:pPr>
        <w:pStyle w:val="1"/>
        <w:spacing w:before="0" w:after="0"/>
        <w:ind w:firstLine="709"/>
        <w:jc w:val="both"/>
        <w:rPr>
          <w:sz w:val="30"/>
          <w:szCs w:val="30"/>
        </w:rPr>
      </w:pPr>
      <w:r w:rsidRPr="00B22B1E">
        <w:rPr>
          <w:sz w:val="30"/>
          <w:szCs w:val="30"/>
        </w:rPr>
        <w:t>Ежегодно по причине ухудшения состояния окружающей среды из мирового оборота выбывают от 5 до 10 млн. га земель, в результате развития промышленности и рынка недвижимости еще 19,5 млн. га используются вне сельскохозяйственного назначения.</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Политическая нестабильность.</w:t>
      </w:r>
      <w:r w:rsidRPr="00B22B1E">
        <w:rPr>
          <w:rFonts w:ascii="Times New Roman" w:hAnsi="Times New Roman"/>
          <w:sz w:val="30"/>
          <w:szCs w:val="30"/>
        </w:rPr>
        <w:t xml:space="preserve"> Кризисы, вооруженные конфликты, гражданские войны оказывают большое негативное влияние на решение продовольственной проблемы, отвлекая значительные средства и ресурсы.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Являясь, по сути, экономическим фактором, продовольственная проблема зачастую приводит к серьезным политическим последствиям, подобным «арабской весне» 2011 года. По мнению многих экспертов-международников, одной из ключевых причин революций </w:t>
      </w:r>
      <w:r w:rsidRPr="00B22B1E">
        <w:rPr>
          <w:rFonts w:ascii="Times New Roman" w:hAnsi="Times New Roman"/>
          <w:sz w:val="30"/>
          <w:szCs w:val="30"/>
          <w:lang w:val="en-US"/>
        </w:rPr>
        <w:t>XXI</w:t>
      </w:r>
      <w:r w:rsidRPr="00B22B1E">
        <w:rPr>
          <w:rFonts w:ascii="Times New Roman" w:hAnsi="Times New Roman"/>
          <w:sz w:val="30"/>
          <w:szCs w:val="30"/>
        </w:rPr>
        <w:t xml:space="preserve"> века в Тунисе, Египте, Ливии, других арабских государствах стал резкий скачок продовольственных цен. Правительства некоторых арабских стран оказались не в силах обеспечить доступные цены на продовольствие, что привело к массовым протестам и демонстрациям, а в конечном итоге – к политическим переворотам.</w:t>
      </w:r>
    </w:p>
    <w:p w:rsidR="0000094E" w:rsidRPr="00B22B1E" w:rsidRDefault="0000094E" w:rsidP="00B22B1E">
      <w:pPr>
        <w:spacing w:after="0" w:line="240" w:lineRule="auto"/>
        <w:ind w:firstLine="709"/>
        <w:jc w:val="both"/>
        <w:rPr>
          <w:rFonts w:ascii="Times New Roman" w:hAnsi="Times New Roman"/>
          <w:spacing w:val="-1"/>
          <w:sz w:val="30"/>
          <w:szCs w:val="30"/>
        </w:rPr>
      </w:pPr>
      <w:r w:rsidRPr="00B22B1E">
        <w:rPr>
          <w:rFonts w:ascii="Times New Roman" w:hAnsi="Times New Roman"/>
          <w:i/>
          <w:sz w:val="30"/>
          <w:szCs w:val="30"/>
        </w:rPr>
        <w:t xml:space="preserve">Проблема бедности. </w:t>
      </w:r>
      <w:r w:rsidRPr="00B22B1E">
        <w:rPr>
          <w:rFonts w:ascii="Times New Roman" w:hAnsi="Times New Roman"/>
          <w:sz w:val="30"/>
          <w:szCs w:val="30"/>
        </w:rPr>
        <w:t>Низкая покупательная способность населения ведет к тому, что значительная его часть недоедает и голодает.</w:t>
      </w:r>
      <w:r w:rsidRPr="00B22B1E">
        <w:rPr>
          <w:rFonts w:ascii="Times New Roman" w:hAnsi="Times New Roman"/>
          <w:spacing w:val="-1"/>
          <w:sz w:val="30"/>
          <w:szCs w:val="30"/>
        </w:rPr>
        <w:t xml:space="preserve"> </w:t>
      </w:r>
    </w:p>
    <w:p w:rsidR="0000094E" w:rsidRPr="00B22B1E" w:rsidRDefault="0000094E" w:rsidP="00B22B1E">
      <w:pPr>
        <w:spacing w:after="0" w:line="240" w:lineRule="auto"/>
        <w:ind w:firstLine="709"/>
        <w:jc w:val="both"/>
        <w:rPr>
          <w:rFonts w:ascii="Times New Roman" w:hAnsi="Times New Roman"/>
          <w:spacing w:val="-1"/>
          <w:sz w:val="30"/>
          <w:szCs w:val="30"/>
        </w:rPr>
      </w:pPr>
      <w:r w:rsidRPr="00B22B1E">
        <w:rPr>
          <w:rFonts w:ascii="Times New Roman" w:hAnsi="Times New Roman"/>
          <w:spacing w:val="-5"/>
          <w:sz w:val="30"/>
          <w:szCs w:val="30"/>
        </w:rPr>
        <w:t>Последние оценки Продовольственной и сельскохозяйственной</w:t>
      </w:r>
      <w:r w:rsidRPr="00B22B1E">
        <w:rPr>
          <w:rFonts w:ascii="Times New Roman" w:hAnsi="Times New Roman"/>
          <w:spacing w:val="-1"/>
          <w:sz w:val="30"/>
          <w:szCs w:val="30"/>
        </w:rPr>
        <w:t xml:space="preserve"> организации ООН (ФАО) свидетельствуют о том, что масштабы голода сокращаются: в 2010–2014 гг. число хронически голодающих составило 805 млн. человек. Тем не менее </w:t>
      </w:r>
      <w:r w:rsidRPr="00B22B1E">
        <w:rPr>
          <w:rFonts w:ascii="Times New Roman" w:hAnsi="Times New Roman"/>
          <w:b/>
          <w:spacing w:val="-1"/>
          <w:sz w:val="30"/>
          <w:szCs w:val="30"/>
        </w:rPr>
        <w:t>в мире из каждых 9-ти человек один страдает от голода</w:t>
      </w:r>
      <w:r w:rsidRPr="00B22B1E">
        <w:rPr>
          <w:rFonts w:ascii="Times New Roman" w:hAnsi="Times New Roman"/>
          <w:spacing w:val="-1"/>
          <w:sz w:val="30"/>
          <w:szCs w:val="30"/>
        </w:rPr>
        <w:t xml:space="preserve"> и</w:t>
      </w:r>
      <w:r w:rsidRPr="00B22B1E">
        <w:rPr>
          <w:rFonts w:ascii="Times New Roman" w:hAnsi="Times New Roman"/>
          <w:color w:val="000000"/>
          <w:spacing w:val="-2"/>
          <w:sz w:val="30"/>
          <w:szCs w:val="30"/>
        </w:rPr>
        <w:t xml:space="preserve"> потребляет до 1000 ккал в сутки (фактически такой уровень питания ведет к физической деградации организма).</w:t>
      </w:r>
    </w:p>
    <w:p w:rsidR="0000094E" w:rsidRPr="00B22B1E" w:rsidRDefault="0000094E" w:rsidP="00B22B1E">
      <w:pPr>
        <w:spacing w:after="0" w:line="240" w:lineRule="auto"/>
        <w:ind w:firstLine="709"/>
        <w:jc w:val="both"/>
        <w:rPr>
          <w:rFonts w:ascii="Times New Roman" w:hAnsi="Times New Roman"/>
          <w:color w:val="000000"/>
          <w:sz w:val="30"/>
          <w:szCs w:val="30"/>
        </w:rPr>
      </w:pPr>
      <w:r w:rsidRPr="00B22B1E">
        <w:rPr>
          <w:rFonts w:ascii="Times New Roman" w:hAnsi="Times New Roman"/>
          <w:sz w:val="30"/>
          <w:szCs w:val="30"/>
        </w:rPr>
        <w:t>Отмечена новая форма голода</w:t>
      </w:r>
      <w:r w:rsidRPr="00B22B1E">
        <w:rPr>
          <w:rFonts w:ascii="Times New Roman" w:hAnsi="Times New Roman"/>
          <w:i/>
          <w:sz w:val="30"/>
          <w:szCs w:val="30"/>
        </w:rPr>
        <w:t xml:space="preserve"> – хроническое недоедание в развивающихся странах,</w:t>
      </w:r>
      <w:r w:rsidRPr="00B22B1E">
        <w:rPr>
          <w:rFonts w:ascii="Times New Roman" w:hAnsi="Times New Roman"/>
          <w:sz w:val="30"/>
          <w:szCs w:val="30"/>
        </w:rPr>
        <w:t xml:space="preserve"> </w:t>
      </w:r>
      <w:r w:rsidRPr="00B22B1E">
        <w:rPr>
          <w:rFonts w:ascii="Times New Roman" w:hAnsi="Times New Roman"/>
          <w:color w:val="000000"/>
          <w:sz w:val="30"/>
          <w:szCs w:val="30"/>
        </w:rPr>
        <w:t xml:space="preserve">которое охватывает более 2 млрд. человек, потребляющих только 1000–1800 ккал в сутки при рекомендованной ФАО норме питания 2400–2500 ккал. </w:t>
      </w:r>
    </w:p>
    <w:p w:rsidR="0000094E" w:rsidRPr="00B22B1E" w:rsidRDefault="0000094E" w:rsidP="00B22B1E">
      <w:pPr>
        <w:spacing w:after="0" w:line="240" w:lineRule="auto"/>
        <w:ind w:firstLine="709"/>
        <w:jc w:val="both"/>
        <w:rPr>
          <w:rFonts w:ascii="Times New Roman" w:hAnsi="Times New Roman"/>
          <w:b/>
          <w:color w:val="000000"/>
          <w:sz w:val="30"/>
          <w:szCs w:val="30"/>
        </w:rPr>
      </w:pPr>
      <w:r w:rsidRPr="00B22B1E">
        <w:rPr>
          <w:rFonts w:ascii="Times New Roman" w:hAnsi="Times New Roman"/>
          <w:b/>
          <w:color w:val="000000"/>
          <w:sz w:val="30"/>
          <w:szCs w:val="30"/>
        </w:rPr>
        <w:t xml:space="preserve">Полноценным питанием обеспечены только 40% жителей планеты.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pacing w:val="-1"/>
          <w:sz w:val="30"/>
          <w:szCs w:val="30"/>
        </w:rPr>
        <w:t>При этом более полумиллиарда населения мира страдает от ожирения</w:t>
      </w:r>
      <w:r w:rsidRPr="00B22B1E">
        <w:rPr>
          <w:rFonts w:ascii="Times New Roman" w:hAnsi="Times New Roman"/>
          <w:i/>
          <w:spacing w:val="-1"/>
          <w:sz w:val="30"/>
          <w:szCs w:val="30"/>
        </w:rPr>
        <w:t xml:space="preserve">. </w:t>
      </w:r>
      <w:r w:rsidRPr="00B22B1E">
        <w:rPr>
          <w:rFonts w:ascii="Times New Roman" w:hAnsi="Times New Roman"/>
          <w:sz w:val="30"/>
          <w:szCs w:val="30"/>
        </w:rPr>
        <w:t xml:space="preserve">По данным Всемирной организации здравоохранения, за последние 20 лет в мире число детей до 5-ти лет, имеющих избыточный вес или ожирение, выросло почти на 50% и достигло 44 млн. человек. </w:t>
      </w:r>
    </w:p>
    <w:p w:rsidR="0000094E" w:rsidRPr="00B22B1E" w:rsidRDefault="0000094E" w:rsidP="00B22B1E">
      <w:pPr>
        <w:spacing w:after="0" w:line="240" w:lineRule="auto"/>
        <w:ind w:firstLine="709"/>
        <w:jc w:val="both"/>
        <w:rPr>
          <w:rFonts w:ascii="Times New Roman" w:hAnsi="Times New Roman"/>
          <w:sz w:val="30"/>
          <w:szCs w:val="30"/>
          <w:shd w:val="clear" w:color="auto" w:fill="FFFFFF"/>
        </w:rPr>
      </w:pPr>
      <w:r w:rsidRPr="00B22B1E">
        <w:rPr>
          <w:rFonts w:ascii="Times New Roman" w:hAnsi="Times New Roman"/>
          <w:sz w:val="30"/>
          <w:szCs w:val="30"/>
        </w:rPr>
        <w:t>В Беларуси на начало 2014 года 24,3% населения страдало избыточным весом: среди городских жителей – 22,8%, среди сельских – 28,6%.</w:t>
      </w:r>
    </w:p>
    <w:p w:rsidR="0000094E" w:rsidRPr="00B22B1E" w:rsidRDefault="0000094E" w:rsidP="00B22B1E">
      <w:pPr>
        <w:spacing w:before="120" w:after="0" w:line="240" w:lineRule="auto"/>
        <w:ind w:firstLine="709"/>
        <w:jc w:val="both"/>
        <w:rPr>
          <w:rFonts w:ascii="Times New Roman" w:hAnsi="Times New Roman"/>
          <w:b/>
          <w:sz w:val="30"/>
          <w:szCs w:val="30"/>
        </w:rPr>
      </w:pPr>
      <w:r w:rsidRPr="00B22B1E">
        <w:rPr>
          <w:rFonts w:ascii="Times New Roman" w:hAnsi="Times New Roman"/>
          <w:b/>
          <w:sz w:val="30"/>
          <w:szCs w:val="30"/>
        </w:rPr>
        <w:t>Международная оценка уровня продовольственной безопасности в Беларуси</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Для оценки уровня питания населения применяются параметры, определенные ФАО:</w:t>
      </w:r>
    </w:p>
    <w:p w:rsidR="0000094E" w:rsidRPr="00B22B1E" w:rsidRDefault="0000094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sz w:val="30"/>
          <w:szCs w:val="30"/>
        </w:rPr>
        <w:t>I – 2300 ккал/сутки – уровень, исключающий хроническое недоедание;</w:t>
      </w:r>
    </w:p>
    <w:p w:rsidR="0000094E" w:rsidRPr="00B22B1E" w:rsidRDefault="0000094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sz w:val="30"/>
          <w:szCs w:val="30"/>
        </w:rPr>
        <w:t>II – 2800 ккал/сутки – уровень, исключающий случаи временного недоедания (уровень простого воспроизводства народонаселения);</w:t>
      </w:r>
    </w:p>
    <w:p w:rsidR="0000094E" w:rsidRPr="00B22B1E" w:rsidRDefault="0000094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sz w:val="30"/>
          <w:szCs w:val="30"/>
        </w:rPr>
        <w:t>III – 3500 ккал/сутки – уровень, обеспечивающий нормальное физическое развитие человека и здоровье (медицинская норма).</w:t>
      </w:r>
    </w:p>
    <w:p w:rsidR="0000094E" w:rsidRPr="00B22B1E" w:rsidRDefault="0000094E" w:rsidP="00B22B1E">
      <w:pPr>
        <w:spacing w:after="0" w:line="240" w:lineRule="auto"/>
        <w:ind w:firstLine="709"/>
        <w:jc w:val="both"/>
        <w:rPr>
          <w:rFonts w:ascii="Times New Roman" w:hAnsi="Times New Roman"/>
          <w:spacing w:val="-6"/>
          <w:sz w:val="30"/>
          <w:szCs w:val="30"/>
        </w:rPr>
      </w:pPr>
      <w:r w:rsidRPr="00B22B1E">
        <w:rPr>
          <w:rFonts w:ascii="Times New Roman" w:hAnsi="Times New Roman"/>
          <w:b/>
          <w:spacing w:val="-6"/>
          <w:sz w:val="30"/>
          <w:szCs w:val="30"/>
        </w:rPr>
        <w:t>По</w:t>
      </w:r>
      <w:r w:rsidRPr="00B22B1E">
        <w:rPr>
          <w:rFonts w:ascii="Times New Roman" w:hAnsi="Times New Roman"/>
          <w:spacing w:val="-6"/>
          <w:sz w:val="30"/>
          <w:szCs w:val="30"/>
        </w:rPr>
        <w:t xml:space="preserve"> </w:t>
      </w:r>
      <w:r w:rsidRPr="00B22B1E">
        <w:rPr>
          <w:rFonts w:ascii="Times New Roman" w:hAnsi="Times New Roman"/>
          <w:b/>
          <w:spacing w:val="-6"/>
          <w:sz w:val="30"/>
          <w:szCs w:val="30"/>
        </w:rPr>
        <w:t>показателю наличия недоедающего населения</w:t>
      </w:r>
      <w:r w:rsidRPr="00B22B1E">
        <w:rPr>
          <w:rFonts w:ascii="Times New Roman" w:hAnsi="Times New Roman"/>
          <w:spacing w:val="-6"/>
          <w:sz w:val="30"/>
          <w:szCs w:val="30"/>
        </w:rPr>
        <w:t xml:space="preserve"> </w:t>
      </w:r>
      <w:r w:rsidRPr="00B22B1E">
        <w:rPr>
          <w:rFonts w:ascii="Times New Roman" w:hAnsi="Times New Roman"/>
          <w:b/>
          <w:spacing w:val="-6"/>
          <w:sz w:val="30"/>
          <w:szCs w:val="30"/>
        </w:rPr>
        <w:t>ООН относит Беларусь к категории стран с «очень низким удельным весом недоедающего населения в общей численности – менее 5%»</w:t>
      </w:r>
      <w:r w:rsidRPr="00B22B1E">
        <w:rPr>
          <w:rFonts w:ascii="Times New Roman" w:hAnsi="Times New Roman"/>
          <w:spacing w:val="-6"/>
          <w:sz w:val="30"/>
          <w:szCs w:val="30"/>
        </w:rPr>
        <w:t>.</w:t>
      </w:r>
    </w:p>
    <w:p w:rsidR="0000094E" w:rsidRPr="00B22B1E" w:rsidRDefault="0000094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С 2012 года редакция британского журнала Economist составляет глобальный индекс продовольственной безопасности. Все государства в рейтинге оцениваются по трем основным критериям:</w:t>
      </w:r>
    </w:p>
    <w:p w:rsidR="0000094E" w:rsidRPr="00B22B1E" w:rsidRDefault="0000094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уровню доступности и потребления продуктов питания;</w:t>
      </w:r>
    </w:p>
    <w:p w:rsidR="0000094E" w:rsidRPr="00B22B1E" w:rsidRDefault="0000094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наличию и достаточности продуктов питания;</w:t>
      </w:r>
    </w:p>
    <w:p w:rsidR="0000094E" w:rsidRPr="00B22B1E" w:rsidRDefault="0000094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качеству и безопасности продуктов питания. </w:t>
      </w:r>
    </w:p>
    <w:p w:rsidR="0000094E" w:rsidRPr="00B22B1E" w:rsidRDefault="0000094E" w:rsidP="00B22B1E">
      <w:pPr>
        <w:widowControl w:val="0"/>
        <w:spacing w:after="0" w:line="240" w:lineRule="auto"/>
        <w:ind w:firstLine="709"/>
        <w:jc w:val="both"/>
        <w:rPr>
          <w:rFonts w:ascii="Times New Roman" w:hAnsi="Times New Roman"/>
          <w:i/>
          <w:spacing w:val="-6"/>
          <w:sz w:val="30"/>
          <w:szCs w:val="30"/>
        </w:rPr>
      </w:pPr>
      <w:r w:rsidRPr="00B22B1E">
        <w:rPr>
          <w:rFonts w:ascii="Times New Roman" w:hAnsi="Times New Roman"/>
          <w:sz w:val="30"/>
          <w:szCs w:val="30"/>
        </w:rPr>
        <w:t xml:space="preserve">В 2014 году лидером по уровню продовольственной безопасности стали Соединенные Штаты Америки (89,3 балла). Преимущества этой страны, по мнению составителей рейтинга, заключаются в экономической устойчивости, высоком уровне доходов населения в сочетании с относительно низкой долей расходов домашних хозяйств на питание, развитой сельскохозяйственной и логистической инфраструктуре, высокой диверсификации питания и всеобъемлющем доступе к безопасным и питательным продуктам. </w:t>
      </w:r>
    </w:p>
    <w:p w:rsidR="0000094E" w:rsidRPr="00B22B1E" w:rsidRDefault="0000094E" w:rsidP="00B22B1E">
      <w:pPr>
        <w:spacing w:after="0" w:line="240" w:lineRule="auto"/>
        <w:ind w:firstLine="709"/>
        <w:jc w:val="both"/>
        <w:rPr>
          <w:rFonts w:ascii="Times New Roman" w:hAnsi="Times New Roman"/>
          <w:spacing w:val="-4"/>
          <w:sz w:val="30"/>
          <w:szCs w:val="30"/>
        </w:rPr>
      </w:pPr>
      <w:r w:rsidRPr="00B22B1E">
        <w:rPr>
          <w:rFonts w:ascii="Times New Roman" w:hAnsi="Times New Roman"/>
          <w:b/>
          <w:spacing w:val="-8"/>
          <w:sz w:val="30"/>
          <w:szCs w:val="30"/>
        </w:rPr>
        <w:t xml:space="preserve">По данным журнала Economist, в 2014 году Республика </w:t>
      </w:r>
      <w:r w:rsidRPr="00B22B1E">
        <w:rPr>
          <w:rFonts w:ascii="Times New Roman" w:hAnsi="Times New Roman"/>
          <w:b/>
          <w:spacing w:val="2"/>
          <w:sz w:val="30"/>
          <w:szCs w:val="30"/>
        </w:rPr>
        <w:t>Беларусь по уровню продовольственной безопасности заняла</w:t>
      </w:r>
      <w:r w:rsidRPr="00B22B1E">
        <w:rPr>
          <w:rFonts w:ascii="Times New Roman" w:hAnsi="Times New Roman"/>
          <w:b/>
          <w:spacing w:val="-8"/>
          <w:sz w:val="30"/>
          <w:szCs w:val="30"/>
        </w:rPr>
        <w:t xml:space="preserve"> 47-е место</w:t>
      </w:r>
      <w:r w:rsidRPr="00B22B1E">
        <w:rPr>
          <w:rFonts w:ascii="Times New Roman" w:hAnsi="Times New Roman"/>
          <w:b/>
          <w:spacing w:val="-4"/>
          <w:sz w:val="30"/>
          <w:szCs w:val="30"/>
        </w:rPr>
        <w:t xml:space="preserve"> </w:t>
      </w:r>
      <w:r w:rsidRPr="00B22B1E">
        <w:rPr>
          <w:rFonts w:ascii="Times New Roman" w:hAnsi="Times New Roman"/>
          <w:spacing w:val="-4"/>
          <w:sz w:val="30"/>
          <w:szCs w:val="30"/>
        </w:rPr>
        <w:t>(60,8 балла)</w:t>
      </w:r>
      <w:r w:rsidRPr="00B22B1E">
        <w:rPr>
          <w:rFonts w:ascii="Times New Roman" w:hAnsi="Times New Roman"/>
          <w:b/>
          <w:spacing w:val="-4"/>
          <w:sz w:val="30"/>
          <w:szCs w:val="30"/>
        </w:rPr>
        <w:t xml:space="preserve"> из 109-ти стран</w:t>
      </w:r>
      <w:r w:rsidRPr="00B22B1E">
        <w:rPr>
          <w:rFonts w:ascii="Times New Roman" w:hAnsi="Times New Roman"/>
          <w:spacing w:val="-4"/>
          <w:sz w:val="30"/>
          <w:szCs w:val="30"/>
        </w:rPr>
        <w:t xml:space="preserve">, при этом в категориях «уровень доступности и потребления продуктов питания» и «наличие и достаточность продуктов питания» – 45-е, а в категории «уровень качества и безопасности продуктов питания» – 39-е место. </w:t>
      </w:r>
    </w:p>
    <w:p w:rsidR="0000094E" w:rsidRPr="00B22B1E" w:rsidRDefault="0000094E" w:rsidP="00B22B1E">
      <w:pPr>
        <w:spacing w:after="0" w:line="240" w:lineRule="auto"/>
        <w:ind w:firstLine="709"/>
        <w:jc w:val="both"/>
        <w:rPr>
          <w:rFonts w:ascii="Times New Roman" w:hAnsi="Times New Roman"/>
          <w:b/>
          <w:sz w:val="30"/>
          <w:szCs w:val="30"/>
        </w:rPr>
      </w:pPr>
      <w:r w:rsidRPr="00B22B1E">
        <w:rPr>
          <w:rFonts w:ascii="Times New Roman" w:hAnsi="Times New Roman"/>
          <w:i/>
          <w:sz w:val="30"/>
          <w:szCs w:val="30"/>
        </w:rPr>
        <w:t>Для сравнения:</w:t>
      </w:r>
      <w:r w:rsidRPr="00B22B1E">
        <w:rPr>
          <w:rFonts w:ascii="Times New Roman" w:hAnsi="Times New Roman"/>
          <w:sz w:val="30"/>
          <w:szCs w:val="30"/>
        </w:rPr>
        <w:t xml:space="preserve"> Россия в указанном рейтинге располагается на 40-й позиции, Казахстан – на 57-й, Украина заняла 52-е место, Азербайджан – 62-е.</w:t>
      </w:r>
    </w:p>
    <w:p w:rsidR="0000094E" w:rsidRPr="00B22B1E" w:rsidRDefault="0000094E" w:rsidP="00BE5932">
      <w:pPr>
        <w:spacing w:before="120" w:after="0" w:line="240" w:lineRule="auto"/>
        <w:ind w:firstLine="708"/>
        <w:jc w:val="both"/>
        <w:rPr>
          <w:rFonts w:ascii="Times New Roman" w:hAnsi="Times New Roman"/>
          <w:b/>
          <w:sz w:val="30"/>
          <w:szCs w:val="30"/>
        </w:rPr>
      </w:pPr>
      <w:r w:rsidRPr="00B22B1E">
        <w:rPr>
          <w:rFonts w:ascii="Times New Roman" w:hAnsi="Times New Roman"/>
          <w:b/>
          <w:sz w:val="30"/>
          <w:szCs w:val="30"/>
        </w:rPr>
        <w:t xml:space="preserve">Система национальной продовольственной безопасности Республики Беларусь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Концепция национальной продовольственной безопасности разработана в соответствии с поручением Президента Республики Беларусь А.Г.Лукашенко и принята Постановлением Совета Министров Республики Беларусь от 10 марта </w:t>
      </w:r>
      <w:smartTag w:uri="urn:schemas-microsoft-com:office:smarttags" w:element="metricconverter">
        <w:smartTagPr>
          <w:attr w:name="ProductID" w:val="2004 г"/>
        </w:smartTagPr>
        <w:r w:rsidRPr="00B22B1E">
          <w:rPr>
            <w:rFonts w:ascii="Times New Roman" w:hAnsi="Times New Roman"/>
            <w:sz w:val="30"/>
            <w:szCs w:val="30"/>
          </w:rPr>
          <w:t>2004 г</w:t>
        </w:r>
      </w:smartTag>
      <w:r w:rsidRPr="00B22B1E">
        <w:rPr>
          <w:rFonts w:ascii="Times New Roman" w:hAnsi="Times New Roman"/>
          <w:sz w:val="30"/>
          <w:szCs w:val="30"/>
        </w:rPr>
        <w:t xml:space="preserve">. № 252.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Концепция содержит стратегические цели безопасности в сфере продовольствия, критерии, индикаторы и параметры собственного производства. </w:t>
      </w:r>
    </w:p>
    <w:p w:rsidR="0000094E" w:rsidRPr="00B22B1E" w:rsidRDefault="0000094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sz w:val="30"/>
          <w:szCs w:val="30"/>
        </w:rPr>
        <w:t>Степень продовольственной безопасности государства оценивается по жизнеобеспечивающим продуктам (хлеб и хлебопродукты, молоко, мясо, яйца, рыба, овощи, картофель, сахар, масло растительное, плоды и ягоды).</w:t>
      </w:r>
    </w:p>
    <w:p w:rsidR="0000094E" w:rsidRPr="00B22B1E" w:rsidRDefault="0000094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b/>
          <w:sz w:val="30"/>
          <w:szCs w:val="30"/>
        </w:rPr>
        <w:t>В Беларуси самообеспеченность продовольствием оценивается по трем уровням:</w:t>
      </w:r>
    </w:p>
    <w:p w:rsidR="0000094E" w:rsidRPr="00B22B1E" w:rsidRDefault="0000094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i/>
          <w:sz w:val="30"/>
          <w:szCs w:val="30"/>
        </w:rPr>
        <w:t>оптимальному</w:t>
      </w:r>
      <w:r w:rsidRPr="00B22B1E">
        <w:rPr>
          <w:rFonts w:ascii="Times New Roman" w:hAnsi="Times New Roman" w:cs="Times New Roman"/>
          <w:sz w:val="30"/>
          <w:szCs w:val="30"/>
        </w:rPr>
        <w:t xml:space="preserve"> – достаточному для обеспечения потребности внутреннего продовольственного рынка (в энергетической оценке – 3500 ккал на человека в сутки) за счет собственного производства на 80–85%, экспорта – 15–20%, импорта – 15–20%; </w:t>
      </w:r>
    </w:p>
    <w:p w:rsidR="0000094E" w:rsidRPr="00B22B1E" w:rsidRDefault="0000094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i/>
          <w:sz w:val="30"/>
          <w:szCs w:val="30"/>
        </w:rPr>
        <w:t>недостаточному</w:t>
      </w:r>
      <w:r w:rsidRPr="00B22B1E">
        <w:rPr>
          <w:rFonts w:ascii="Times New Roman" w:hAnsi="Times New Roman" w:cs="Times New Roman"/>
          <w:sz w:val="30"/>
          <w:szCs w:val="30"/>
        </w:rPr>
        <w:t xml:space="preserve"> – уровню производства, который обеспечивает потребность внутреннего рынка более чем на 60%, но менее чем на 80%;</w:t>
      </w:r>
    </w:p>
    <w:p w:rsidR="0000094E" w:rsidRPr="00B22B1E" w:rsidRDefault="0000094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i/>
          <w:sz w:val="30"/>
          <w:szCs w:val="30"/>
        </w:rPr>
        <w:t>критическому</w:t>
      </w:r>
      <w:r w:rsidRPr="00B22B1E">
        <w:rPr>
          <w:rFonts w:ascii="Times New Roman" w:hAnsi="Times New Roman" w:cs="Times New Roman"/>
          <w:sz w:val="30"/>
          <w:szCs w:val="30"/>
        </w:rPr>
        <w:t xml:space="preserve"> – уровню производства, ниже которого наступает ослабление экономической безопасности. При этом потребление продуктов питания может снизиться до 2300–2800 ккал в сутки на человека.</w:t>
      </w:r>
    </w:p>
    <w:p w:rsidR="0000094E" w:rsidRPr="00B22B1E" w:rsidRDefault="0000094E" w:rsidP="00B22B1E">
      <w:pPr>
        <w:spacing w:after="0" w:line="240" w:lineRule="auto"/>
        <w:ind w:firstLine="709"/>
        <w:jc w:val="both"/>
        <w:rPr>
          <w:rFonts w:ascii="Times New Roman" w:hAnsi="Times New Roman"/>
          <w:spacing w:val="-4"/>
          <w:sz w:val="30"/>
          <w:szCs w:val="30"/>
        </w:rPr>
      </w:pPr>
      <w:r w:rsidRPr="00B22B1E">
        <w:rPr>
          <w:rFonts w:ascii="Times New Roman" w:hAnsi="Times New Roman"/>
          <w:sz w:val="30"/>
          <w:szCs w:val="30"/>
        </w:rPr>
        <w:t>В количественном выражении минимальный критический уровень сельхозпроизводства имеет для Беларуси следующие значения:</w:t>
      </w:r>
      <w:r w:rsidRPr="00B22B1E">
        <w:rPr>
          <w:rFonts w:ascii="Times New Roman" w:hAnsi="Times New Roman"/>
          <w:spacing w:val="-4"/>
          <w:sz w:val="30"/>
          <w:szCs w:val="30"/>
        </w:rPr>
        <w:t xml:space="preserve"> зерно – 5,5–6,0 млн. т, овощи – 0,8–1,0 млн. т, картофель – 6,0–6,5 млн. т, мясо всех видов (живой вес) – 0,9–1,0 млн. т, молоко – 4,2–4,5 млн. т.</w:t>
      </w:r>
    </w:p>
    <w:p w:rsidR="0000094E" w:rsidRPr="00B22B1E" w:rsidRDefault="0000094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 xml:space="preserve">Современный этап развития АПК Республики Беларусь характеризуется ситуацией, когда </w:t>
      </w:r>
      <w:r w:rsidRPr="00B22B1E">
        <w:rPr>
          <w:rFonts w:ascii="Times New Roman" w:hAnsi="Times New Roman" w:cs="Times New Roman"/>
          <w:b/>
          <w:sz w:val="30"/>
          <w:szCs w:val="30"/>
          <w:lang w:eastAsia="en-US"/>
        </w:rPr>
        <w:t>продовольственная безопасность и независимость обеспечиваются посредством</w:t>
      </w:r>
      <w:r w:rsidRPr="00B22B1E">
        <w:rPr>
          <w:rFonts w:ascii="Times New Roman" w:hAnsi="Times New Roman" w:cs="Times New Roman"/>
          <w:sz w:val="30"/>
          <w:szCs w:val="30"/>
          <w:lang w:eastAsia="en-US"/>
        </w:rPr>
        <w:t xml:space="preserve">: </w:t>
      </w:r>
    </w:p>
    <w:p w:rsidR="0000094E" w:rsidRPr="00B22B1E" w:rsidRDefault="0000094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инновационного развития и экспортной ориентации;</w:t>
      </w:r>
    </w:p>
    <w:p w:rsidR="0000094E" w:rsidRPr="00B22B1E" w:rsidRDefault="0000094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pacing w:val="-12"/>
          <w:sz w:val="30"/>
          <w:szCs w:val="30"/>
          <w:lang w:eastAsia="en-US"/>
        </w:rPr>
        <w:t>повышения эффективности и устойчивости сельскохозяйственного</w:t>
      </w:r>
      <w:r w:rsidRPr="00B22B1E">
        <w:rPr>
          <w:rFonts w:ascii="Times New Roman" w:hAnsi="Times New Roman" w:cs="Times New Roman"/>
          <w:sz w:val="30"/>
          <w:szCs w:val="30"/>
          <w:lang w:eastAsia="en-US"/>
        </w:rPr>
        <w:t xml:space="preserve"> производства; </w:t>
      </w:r>
    </w:p>
    <w:p w:rsidR="0000094E" w:rsidRPr="00B22B1E" w:rsidRDefault="0000094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 xml:space="preserve">наращивания конкурентных преимуществ на внутреннем и внешнем рынках; </w:t>
      </w:r>
    </w:p>
    <w:p w:rsidR="0000094E" w:rsidRPr="00B22B1E" w:rsidRDefault="0000094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 xml:space="preserve">воспроизводства рабочей силы высокого качества; </w:t>
      </w:r>
    </w:p>
    <w:p w:rsidR="0000094E" w:rsidRPr="00B22B1E" w:rsidRDefault="0000094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развития сельских территорий.</w:t>
      </w:r>
    </w:p>
    <w:p w:rsidR="0000094E" w:rsidRPr="00B22B1E" w:rsidRDefault="0000094E" w:rsidP="00B22B1E">
      <w:pPr>
        <w:pStyle w:val="ConsPlusNormal"/>
        <w:spacing w:before="120"/>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 xml:space="preserve">Важнейшее значение в решении продовольственной проблемы имели </w:t>
      </w:r>
      <w:r w:rsidRPr="00B22B1E">
        <w:rPr>
          <w:rFonts w:ascii="Times New Roman" w:hAnsi="Times New Roman" w:cs="Times New Roman"/>
          <w:b/>
          <w:sz w:val="30"/>
          <w:szCs w:val="30"/>
          <w:lang w:eastAsia="en-US"/>
        </w:rPr>
        <w:t>Государственная программа возрождения и развития села на 2005–2010 гг.</w:t>
      </w:r>
      <w:r w:rsidRPr="00B22B1E">
        <w:rPr>
          <w:rFonts w:ascii="Times New Roman" w:hAnsi="Times New Roman" w:cs="Times New Roman"/>
          <w:sz w:val="30"/>
          <w:szCs w:val="30"/>
          <w:lang w:eastAsia="en-US"/>
        </w:rPr>
        <w:t xml:space="preserve">, а также </w:t>
      </w:r>
      <w:r w:rsidRPr="00B22B1E">
        <w:rPr>
          <w:rFonts w:ascii="Times New Roman" w:hAnsi="Times New Roman" w:cs="Times New Roman"/>
          <w:b/>
          <w:sz w:val="30"/>
          <w:szCs w:val="30"/>
          <w:lang w:eastAsia="en-US"/>
        </w:rPr>
        <w:t>Государственная программа устойчивого развития села на 2011–2015 гг.</w:t>
      </w:r>
      <w:r w:rsidRPr="00B22B1E">
        <w:rPr>
          <w:rFonts w:ascii="Times New Roman" w:hAnsi="Times New Roman" w:cs="Times New Roman"/>
          <w:sz w:val="30"/>
          <w:szCs w:val="30"/>
          <w:lang w:eastAsia="en-US"/>
        </w:rPr>
        <w:t xml:space="preserve">, которые позволили существенно повысить уровень самообеспеченности республики основными видами сельскохозяйственного сырья и сформировать значительный экспортный потенциал. </w:t>
      </w:r>
    </w:p>
    <w:p w:rsidR="0000094E" w:rsidRPr="00B22B1E" w:rsidRDefault="0000094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b/>
          <w:sz w:val="30"/>
          <w:szCs w:val="30"/>
        </w:rPr>
        <w:t xml:space="preserve">С 2005 года уровень физической доступности продовольствия в нашей стране повысился на 60%, </w:t>
      </w:r>
      <w:r w:rsidRPr="00B22B1E">
        <w:rPr>
          <w:rFonts w:ascii="Times New Roman" w:hAnsi="Times New Roman"/>
          <w:sz w:val="30"/>
          <w:szCs w:val="30"/>
        </w:rPr>
        <w:t xml:space="preserve">уровень потребления основных продуктов питания – на 12%, качество рациона – на 13%. </w:t>
      </w:r>
    </w:p>
    <w:p w:rsidR="0000094E" w:rsidRPr="00B22B1E" w:rsidRDefault="0000094E" w:rsidP="00B22B1E">
      <w:pPr>
        <w:spacing w:after="0" w:line="240" w:lineRule="auto"/>
        <w:ind w:firstLine="709"/>
        <w:jc w:val="both"/>
        <w:rPr>
          <w:rFonts w:ascii="Times New Roman" w:hAnsi="Times New Roman"/>
          <w:b/>
          <w:sz w:val="30"/>
          <w:szCs w:val="30"/>
        </w:rPr>
      </w:pPr>
      <w:r w:rsidRPr="00B22B1E">
        <w:rPr>
          <w:rFonts w:ascii="Times New Roman" w:hAnsi="Times New Roman"/>
          <w:b/>
          <w:sz w:val="30"/>
          <w:szCs w:val="30"/>
        </w:rPr>
        <w:t>Объемы производства сельскохозяйственной продукции на душу населения в Республике Беларусь</w:t>
      </w:r>
      <w:r w:rsidRPr="00B22B1E">
        <w:rPr>
          <w:rFonts w:ascii="Times New Roman" w:hAnsi="Times New Roman"/>
          <w:sz w:val="30"/>
          <w:szCs w:val="30"/>
        </w:rPr>
        <w:t xml:space="preserve"> соответствуют уровню развитых стран и </w:t>
      </w:r>
      <w:r w:rsidRPr="00B22B1E">
        <w:rPr>
          <w:rFonts w:ascii="Times New Roman" w:hAnsi="Times New Roman"/>
          <w:b/>
          <w:sz w:val="30"/>
          <w:szCs w:val="30"/>
        </w:rPr>
        <w:t>по многим позициям превышают показатели, достигнутые в государствах – участниках Евразийского экономического союза</w:t>
      </w:r>
      <w:r w:rsidRPr="00B22B1E">
        <w:rPr>
          <w:rFonts w:ascii="Times New Roman" w:hAnsi="Times New Roman"/>
          <w:sz w:val="30"/>
          <w:szCs w:val="30"/>
        </w:rPr>
        <w:t xml:space="preserve"> (ЕАЭС).</w:t>
      </w:r>
      <w:r w:rsidRPr="00B22B1E">
        <w:rPr>
          <w:rFonts w:ascii="Times New Roman" w:hAnsi="Times New Roman"/>
          <w:b/>
          <w:sz w:val="30"/>
          <w:szCs w:val="30"/>
        </w:rPr>
        <w:t xml:space="preserve">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В 2014 году в Беларуси объем производства на душу населения составил:</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зерна – 1010,1 кг (на 1 жителя ЕАЭС – в среднем 774 кг);</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овощей – 183,1 кг (121 кг);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картофеля – 663,3 кг (242 кг);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мяса – 113 кг (77 кг);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молока – 708,2 кг (248 кг);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яиц – 417 шт. (290 шт.).</w:t>
      </w:r>
    </w:p>
    <w:p w:rsidR="0000094E" w:rsidRPr="00B22B1E" w:rsidRDefault="0000094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b/>
          <w:sz w:val="30"/>
          <w:szCs w:val="30"/>
        </w:rPr>
        <w:t xml:space="preserve">Баланс ресурсов, достигнутый Республикой Беларусь в </w:t>
      </w:r>
      <w:r w:rsidRPr="00B22B1E">
        <w:rPr>
          <w:rFonts w:ascii="Times New Roman" w:hAnsi="Times New Roman" w:cs="Times New Roman"/>
          <w:b/>
          <w:sz w:val="30"/>
          <w:szCs w:val="30"/>
        </w:rPr>
        <w:br/>
        <w:t>2014 году, практически соответствует</w:t>
      </w:r>
      <w:r w:rsidRPr="00B22B1E">
        <w:rPr>
          <w:rFonts w:ascii="Times New Roman" w:hAnsi="Times New Roman" w:cs="Times New Roman"/>
          <w:b/>
          <w:i/>
          <w:sz w:val="30"/>
          <w:szCs w:val="30"/>
        </w:rPr>
        <w:t xml:space="preserve"> оптимальному</w:t>
      </w:r>
      <w:r w:rsidRPr="00B22B1E">
        <w:rPr>
          <w:rFonts w:ascii="Times New Roman" w:hAnsi="Times New Roman" w:cs="Times New Roman"/>
          <w:b/>
          <w:sz w:val="30"/>
          <w:szCs w:val="30"/>
        </w:rPr>
        <w:t xml:space="preserve"> уровню самообеспеченности продовольствием.</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Стабильно высокие показатели производства сельхозпродукции не являются перепроизводством, а в условиях международной торговли формируют экспортный потенциал страны, который обеспечил в 2014 году поступление валютных средств в республику в объеме более 5,6 млрд. долл. США.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Мониторинг национальной продовольственной безопасности за период 1995–2014 гг. позволил установить, что в республике сформированы следующие </w:t>
      </w:r>
      <w:r w:rsidRPr="00B22B1E">
        <w:rPr>
          <w:rFonts w:ascii="Times New Roman" w:hAnsi="Times New Roman"/>
          <w:i/>
          <w:sz w:val="30"/>
          <w:szCs w:val="30"/>
        </w:rPr>
        <w:t>факторы устойчивости</w:t>
      </w:r>
      <w:r w:rsidRPr="00B22B1E">
        <w:rPr>
          <w:rFonts w:ascii="Times New Roman" w:hAnsi="Times New Roman"/>
          <w:sz w:val="30"/>
          <w:szCs w:val="30"/>
        </w:rPr>
        <w:t>:</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согласно рассчитанному интегральному индексу продовольственной безопасности, </w:t>
      </w:r>
      <w:r w:rsidRPr="00B22B1E">
        <w:rPr>
          <w:rFonts w:ascii="Times New Roman" w:hAnsi="Times New Roman"/>
          <w:b/>
          <w:sz w:val="30"/>
          <w:szCs w:val="30"/>
        </w:rPr>
        <w:t>с 2010 года продовольственная безопасность Республики Беларусь обеспечивается в полной мере: внутренний спрос на продукты питания полностью удовлетворен</w:t>
      </w:r>
      <w:r w:rsidRPr="00B22B1E">
        <w:rPr>
          <w:rFonts w:ascii="Times New Roman" w:hAnsi="Times New Roman"/>
          <w:sz w:val="30"/>
          <w:szCs w:val="30"/>
        </w:rPr>
        <w:t>;</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к</w:t>
      </w:r>
      <w:r w:rsidRPr="00B22B1E">
        <w:rPr>
          <w:rFonts w:ascii="Times New Roman" w:hAnsi="Times New Roman"/>
          <w:bCs/>
          <w:spacing w:val="-4"/>
          <w:sz w:val="30"/>
          <w:szCs w:val="30"/>
        </w:rPr>
        <w:t>алорийность рациона населения, равная 3400 ккал/сутки, практически исключает голод или недоедание.</w:t>
      </w:r>
      <w:r w:rsidRPr="00B22B1E">
        <w:rPr>
          <w:rFonts w:ascii="Times New Roman" w:hAnsi="Times New Roman"/>
          <w:sz w:val="30"/>
          <w:szCs w:val="30"/>
        </w:rPr>
        <w:t xml:space="preserve"> </w:t>
      </w:r>
      <w:r w:rsidRPr="00B22B1E">
        <w:rPr>
          <w:rFonts w:ascii="Times New Roman" w:hAnsi="Times New Roman"/>
          <w:b/>
          <w:sz w:val="30"/>
          <w:szCs w:val="30"/>
        </w:rPr>
        <w:t>Внутренний потребительский рынок имеет резервы увеличения емкости</w:t>
      </w:r>
      <w:r w:rsidRPr="00B22B1E">
        <w:rPr>
          <w:rFonts w:ascii="Times New Roman" w:hAnsi="Times New Roman"/>
          <w:sz w:val="30"/>
          <w:szCs w:val="30"/>
        </w:rPr>
        <w:t xml:space="preserve"> по высококачественным видам продовольствия;</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в оценке по физической доступности </w:t>
      </w:r>
      <w:r w:rsidRPr="00B22B1E">
        <w:rPr>
          <w:rFonts w:ascii="Times New Roman" w:hAnsi="Times New Roman"/>
          <w:b/>
          <w:sz w:val="30"/>
          <w:szCs w:val="30"/>
        </w:rPr>
        <w:t>в Беларуси достигнуты медицинские нормативы потребления практически по всем жизнеобеспечивающим видам продовольствия</w:t>
      </w:r>
      <w:r w:rsidRPr="00B22B1E">
        <w:rPr>
          <w:rFonts w:ascii="Times New Roman" w:hAnsi="Times New Roman"/>
          <w:sz w:val="30"/>
          <w:szCs w:val="30"/>
        </w:rPr>
        <w:t xml:space="preserve">. В 2014 году уровень потребления мяса и мясопродуктов на человека в год составил 90 кг, молока и молокопродуктов – 280 кг, рыбы и </w:t>
      </w:r>
      <w:r w:rsidRPr="00B22B1E">
        <w:rPr>
          <w:rFonts w:ascii="Times New Roman" w:hAnsi="Times New Roman"/>
          <w:spacing w:val="-4"/>
          <w:sz w:val="30"/>
          <w:szCs w:val="30"/>
        </w:rPr>
        <w:t>рыбопродуктов – 18 кг, овощей – 148 кг, плодов и ягод – 64 кг, яиц –</w:t>
      </w:r>
      <w:r w:rsidRPr="00B22B1E">
        <w:rPr>
          <w:rFonts w:ascii="Times New Roman" w:hAnsi="Times New Roman"/>
          <w:sz w:val="30"/>
          <w:szCs w:val="30"/>
        </w:rPr>
        <w:t xml:space="preserve"> 318 шт. В то же время рацион остается несбалансированным по качественным параметрам ввиду избытка высококалорийных продуктов (сахара, растительного масла) при недопотреблении молока, хлеба, фруктов;</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результатом эффективной государственной аграрной политики является </w:t>
      </w:r>
      <w:r w:rsidRPr="00B22B1E">
        <w:rPr>
          <w:rFonts w:ascii="Times New Roman" w:hAnsi="Times New Roman"/>
          <w:b/>
          <w:sz w:val="30"/>
          <w:szCs w:val="30"/>
        </w:rPr>
        <w:t>устойчивый рост производства сельскохозяйственного сырья в долгосрочном периоде</w:t>
      </w:r>
      <w:r w:rsidRPr="00B22B1E">
        <w:rPr>
          <w:rFonts w:ascii="Times New Roman" w:hAnsi="Times New Roman"/>
          <w:sz w:val="30"/>
          <w:szCs w:val="30"/>
        </w:rPr>
        <w:t>;</w:t>
      </w:r>
    </w:p>
    <w:p w:rsidR="0000094E" w:rsidRPr="00B22B1E" w:rsidRDefault="0000094E" w:rsidP="00B22B1E">
      <w:pPr>
        <w:spacing w:after="0" w:line="240" w:lineRule="auto"/>
        <w:ind w:firstLine="709"/>
        <w:jc w:val="both"/>
        <w:rPr>
          <w:rFonts w:ascii="Times New Roman" w:hAnsi="Times New Roman"/>
          <w:spacing w:val="-8"/>
          <w:sz w:val="30"/>
          <w:szCs w:val="30"/>
        </w:rPr>
      </w:pPr>
      <w:r w:rsidRPr="00B22B1E">
        <w:rPr>
          <w:rFonts w:ascii="Times New Roman" w:hAnsi="Times New Roman"/>
          <w:spacing w:val="-8"/>
          <w:sz w:val="30"/>
          <w:szCs w:val="30"/>
        </w:rPr>
        <w:t xml:space="preserve">сальдо внешней торговли сельскохозяйственной продукцией и продовольствием в последние годы является положительным (в 2013 году – 1,6 млрд. долл. США, в 2014 году – 775,4 млн. долл. США). В 2014 году доля молокопродуктов в общем объеме экспорта сельскохозяйственного сырья и продовольствия составила </w:t>
      </w:r>
      <w:r w:rsidRPr="00B22B1E">
        <w:rPr>
          <w:rFonts w:ascii="Times New Roman" w:hAnsi="Times New Roman"/>
          <w:b/>
          <w:spacing w:val="-8"/>
          <w:sz w:val="30"/>
          <w:szCs w:val="30"/>
        </w:rPr>
        <w:t>40,7%</w:t>
      </w:r>
      <w:r w:rsidRPr="00B22B1E">
        <w:rPr>
          <w:rFonts w:ascii="Times New Roman" w:hAnsi="Times New Roman"/>
          <w:spacing w:val="-8"/>
          <w:sz w:val="30"/>
          <w:szCs w:val="30"/>
        </w:rPr>
        <w:t xml:space="preserve">, мяса и мясных субпродуктов – </w:t>
      </w:r>
      <w:r w:rsidRPr="00B22B1E">
        <w:rPr>
          <w:rFonts w:ascii="Times New Roman" w:hAnsi="Times New Roman"/>
          <w:b/>
          <w:spacing w:val="-8"/>
          <w:sz w:val="30"/>
          <w:szCs w:val="30"/>
        </w:rPr>
        <w:t>15,3%</w:t>
      </w:r>
      <w:r w:rsidRPr="00B22B1E">
        <w:rPr>
          <w:rFonts w:ascii="Times New Roman" w:hAnsi="Times New Roman"/>
          <w:spacing w:val="-8"/>
          <w:sz w:val="30"/>
          <w:szCs w:val="30"/>
        </w:rPr>
        <w:t xml:space="preserve">, готовых продуктов из мяса и рыбы – </w:t>
      </w:r>
      <w:r w:rsidRPr="00B22B1E">
        <w:rPr>
          <w:rFonts w:ascii="Times New Roman" w:hAnsi="Times New Roman"/>
          <w:b/>
          <w:spacing w:val="-8"/>
          <w:sz w:val="30"/>
          <w:szCs w:val="30"/>
        </w:rPr>
        <w:t>7,5%</w:t>
      </w:r>
      <w:r w:rsidRPr="00B22B1E">
        <w:rPr>
          <w:rFonts w:ascii="Times New Roman" w:hAnsi="Times New Roman"/>
          <w:spacing w:val="-8"/>
          <w:sz w:val="30"/>
          <w:szCs w:val="30"/>
        </w:rPr>
        <w:t xml:space="preserve">, сахара и кондитерских изделий из сахара – </w:t>
      </w:r>
      <w:r w:rsidRPr="00B22B1E">
        <w:rPr>
          <w:rFonts w:ascii="Times New Roman" w:hAnsi="Times New Roman"/>
          <w:b/>
          <w:spacing w:val="-8"/>
          <w:sz w:val="30"/>
          <w:szCs w:val="30"/>
        </w:rPr>
        <w:t>4,9%</w:t>
      </w:r>
      <w:r w:rsidRPr="00B22B1E">
        <w:rPr>
          <w:rFonts w:ascii="Times New Roman" w:hAnsi="Times New Roman"/>
          <w:spacing w:val="-8"/>
          <w:sz w:val="30"/>
          <w:szCs w:val="30"/>
        </w:rPr>
        <w:t>.</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Одновременно результаты анализа основных критериев состояния национальной продовольственной безопасности указывают и на наличие </w:t>
      </w:r>
      <w:r w:rsidRPr="00B22B1E">
        <w:rPr>
          <w:rStyle w:val="Strong"/>
          <w:rFonts w:ascii="Times New Roman" w:hAnsi="Times New Roman"/>
          <w:b w:val="0"/>
          <w:bCs/>
          <w:sz w:val="30"/>
          <w:szCs w:val="30"/>
        </w:rPr>
        <w:t>определенного</w:t>
      </w:r>
      <w:r w:rsidRPr="00B22B1E">
        <w:rPr>
          <w:rStyle w:val="Strong"/>
          <w:rFonts w:ascii="Times New Roman" w:hAnsi="Times New Roman"/>
          <w:b w:val="0"/>
          <w:bCs/>
          <w:i/>
          <w:sz w:val="30"/>
          <w:szCs w:val="30"/>
        </w:rPr>
        <w:t xml:space="preserve"> </w:t>
      </w:r>
      <w:r w:rsidRPr="00B22B1E">
        <w:rPr>
          <w:rStyle w:val="Strong"/>
          <w:rFonts w:ascii="Times New Roman" w:hAnsi="Times New Roman"/>
          <w:bCs/>
          <w:i/>
          <w:sz w:val="30"/>
          <w:szCs w:val="30"/>
        </w:rPr>
        <w:t>потенциала угроз</w:t>
      </w:r>
      <w:r w:rsidRPr="00B22B1E">
        <w:rPr>
          <w:rFonts w:ascii="Times New Roman" w:hAnsi="Times New Roman"/>
          <w:sz w:val="30"/>
          <w:szCs w:val="30"/>
        </w:rPr>
        <w:t>:</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pacing w:val="-12"/>
          <w:sz w:val="30"/>
          <w:szCs w:val="30"/>
        </w:rPr>
        <w:t xml:space="preserve">в 2014 году </w:t>
      </w:r>
      <w:r w:rsidRPr="00B22B1E">
        <w:rPr>
          <w:rFonts w:ascii="Times New Roman" w:hAnsi="Times New Roman"/>
          <w:b/>
          <w:spacing w:val="-12"/>
          <w:sz w:val="30"/>
          <w:szCs w:val="30"/>
        </w:rPr>
        <w:t>уровень рентабельности сельскохозяйственного</w:t>
      </w:r>
      <w:r w:rsidRPr="00B22B1E">
        <w:rPr>
          <w:rFonts w:ascii="Times New Roman" w:hAnsi="Times New Roman"/>
          <w:b/>
          <w:sz w:val="30"/>
          <w:szCs w:val="30"/>
        </w:rPr>
        <w:t xml:space="preserve"> производства</w:t>
      </w:r>
      <w:r w:rsidRPr="00B22B1E">
        <w:rPr>
          <w:rFonts w:ascii="Times New Roman" w:hAnsi="Times New Roman"/>
          <w:sz w:val="30"/>
          <w:szCs w:val="30"/>
        </w:rPr>
        <w:t xml:space="preserve"> для расширенного воспроизводства продовольствия составил </w:t>
      </w:r>
      <w:r w:rsidRPr="00B22B1E">
        <w:rPr>
          <w:rFonts w:ascii="Times New Roman" w:hAnsi="Times New Roman"/>
          <w:b/>
          <w:sz w:val="30"/>
          <w:szCs w:val="30"/>
        </w:rPr>
        <w:t>6,2%</w:t>
      </w:r>
      <w:r w:rsidRPr="00B22B1E">
        <w:rPr>
          <w:rFonts w:ascii="Times New Roman" w:hAnsi="Times New Roman"/>
          <w:sz w:val="30"/>
          <w:szCs w:val="30"/>
        </w:rPr>
        <w:t xml:space="preserve">, в то время как для инновационного развития он должен превышать </w:t>
      </w:r>
      <w:r w:rsidRPr="00B22B1E">
        <w:rPr>
          <w:rFonts w:ascii="Times New Roman" w:hAnsi="Times New Roman"/>
          <w:b/>
          <w:sz w:val="30"/>
          <w:szCs w:val="30"/>
        </w:rPr>
        <w:t>40%</w:t>
      </w:r>
      <w:r w:rsidRPr="00B22B1E">
        <w:rPr>
          <w:rFonts w:ascii="Times New Roman" w:hAnsi="Times New Roman"/>
          <w:sz w:val="30"/>
          <w:szCs w:val="30"/>
        </w:rPr>
        <w:t>;</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в сельскохозяйственных организациях наблюдается дефицит собственных ресурсов не только для инновационного воспроизводства, но и для удовлетворения текущих производственных потребностей. </w:t>
      </w:r>
      <w:r w:rsidRPr="00B22B1E">
        <w:rPr>
          <w:rFonts w:ascii="Times New Roman" w:hAnsi="Times New Roman"/>
          <w:b/>
          <w:sz w:val="30"/>
          <w:szCs w:val="30"/>
        </w:rPr>
        <w:t>Сохраняется рост кредиторской задолженности сельскохозяйственных организаций.</w:t>
      </w:r>
      <w:r w:rsidRPr="00B22B1E">
        <w:rPr>
          <w:rFonts w:ascii="Times New Roman" w:hAnsi="Times New Roman"/>
          <w:sz w:val="30"/>
          <w:szCs w:val="30"/>
        </w:rPr>
        <w:t xml:space="preserve"> В настоящее время 65% белорусских сельхозорганизаций формируют 30% выручки и 20% прибыли от реализации продукции;</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b/>
          <w:sz w:val="30"/>
          <w:szCs w:val="30"/>
        </w:rPr>
        <w:t>сохраняется тенденция роста импорта отдельных видов сельскохозяйственного сырья</w:t>
      </w:r>
      <w:r w:rsidRPr="00B22B1E">
        <w:rPr>
          <w:rFonts w:ascii="Times New Roman" w:hAnsi="Times New Roman"/>
          <w:sz w:val="30"/>
          <w:szCs w:val="30"/>
        </w:rPr>
        <w:t>. Импортоемкость производства продукции находится на уровне 22–25%, доля импортных кормов в структуре рациона сельскохозяйственных животных составляет 30%;</w:t>
      </w:r>
    </w:p>
    <w:p w:rsidR="0000094E" w:rsidRPr="00B22B1E" w:rsidRDefault="0000094E" w:rsidP="00B22B1E">
      <w:pPr>
        <w:spacing w:after="0" w:line="240" w:lineRule="auto"/>
        <w:ind w:firstLine="709"/>
        <w:jc w:val="both"/>
        <w:rPr>
          <w:rFonts w:ascii="Times New Roman" w:hAnsi="Times New Roman"/>
          <w:spacing w:val="-4"/>
          <w:sz w:val="30"/>
          <w:szCs w:val="30"/>
        </w:rPr>
      </w:pPr>
      <w:r w:rsidRPr="00B22B1E">
        <w:rPr>
          <w:rFonts w:ascii="Times New Roman" w:hAnsi="Times New Roman"/>
          <w:spacing w:val="-10"/>
          <w:sz w:val="30"/>
          <w:szCs w:val="30"/>
        </w:rPr>
        <w:t>присутствует </w:t>
      </w:r>
      <w:r w:rsidRPr="00B22B1E">
        <w:rPr>
          <w:rFonts w:ascii="Times New Roman" w:hAnsi="Times New Roman"/>
          <w:b/>
          <w:spacing w:val="-10"/>
          <w:sz w:val="30"/>
          <w:szCs w:val="30"/>
        </w:rPr>
        <w:t xml:space="preserve">необоснованный импорт агропродовольственных </w:t>
      </w:r>
      <w:r w:rsidRPr="00B22B1E">
        <w:rPr>
          <w:rFonts w:ascii="Times New Roman" w:hAnsi="Times New Roman"/>
          <w:b/>
          <w:spacing w:val="-4"/>
          <w:sz w:val="30"/>
          <w:szCs w:val="30"/>
        </w:rPr>
        <w:t>товаров</w:t>
      </w:r>
      <w:r w:rsidRPr="00B22B1E">
        <w:rPr>
          <w:rFonts w:ascii="Times New Roman" w:hAnsi="Times New Roman"/>
          <w:spacing w:val="-4"/>
          <w:sz w:val="30"/>
          <w:szCs w:val="30"/>
        </w:rPr>
        <w:t>, острой потребности в которых не имеется (</w:t>
      </w:r>
      <w:r w:rsidRPr="00B22B1E">
        <w:rPr>
          <w:rFonts w:ascii="Times New Roman" w:hAnsi="Times New Roman"/>
          <w:bCs/>
          <w:snapToGrid w:val="0"/>
          <w:color w:val="000000"/>
          <w:spacing w:val="-4"/>
          <w:sz w:val="30"/>
          <w:szCs w:val="30"/>
        </w:rPr>
        <w:t>плоды, овощи и продукты их переработки</w:t>
      </w:r>
      <w:r w:rsidRPr="00B22B1E">
        <w:rPr>
          <w:rFonts w:ascii="Times New Roman" w:hAnsi="Times New Roman"/>
          <w:spacing w:val="-4"/>
          <w:sz w:val="30"/>
          <w:szCs w:val="30"/>
        </w:rPr>
        <w:t xml:space="preserve">, алкогольные и безалкогольные напитки). На закупки такой продукции расходуется около </w:t>
      </w:r>
      <w:r w:rsidRPr="00B22B1E">
        <w:rPr>
          <w:rFonts w:ascii="Times New Roman" w:hAnsi="Times New Roman"/>
          <w:b/>
          <w:spacing w:val="-4"/>
          <w:sz w:val="30"/>
          <w:szCs w:val="30"/>
        </w:rPr>
        <w:t>30%</w:t>
      </w:r>
      <w:r w:rsidRPr="00B22B1E">
        <w:rPr>
          <w:rFonts w:ascii="Times New Roman" w:hAnsi="Times New Roman"/>
          <w:spacing w:val="-4"/>
          <w:sz w:val="30"/>
          <w:szCs w:val="30"/>
        </w:rPr>
        <w:t xml:space="preserve"> от общей стоимости импорта сельскохозяйственного сырья и продовольствия. Так, в 2014 году отрицательная величина внешнеторгового баланса по овощам, плодам и продуктам их переработки составила 900 млн. долл. США (в 2013 году – 410 млн. долл. США);</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b/>
          <w:spacing w:val="-4"/>
          <w:sz w:val="30"/>
          <w:szCs w:val="30"/>
        </w:rPr>
        <w:t>уровень импорта некоторых видов продовольственных товаров</w:t>
      </w:r>
      <w:r w:rsidRPr="00B22B1E">
        <w:rPr>
          <w:rFonts w:ascii="Times New Roman" w:hAnsi="Times New Roman"/>
          <w:sz w:val="30"/>
          <w:szCs w:val="30"/>
        </w:rPr>
        <w:t xml:space="preserve"> (рыба, масло растительное, крупы) в розничной торговле увеличивается, </w:t>
      </w:r>
      <w:r w:rsidRPr="00B22B1E">
        <w:rPr>
          <w:rFonts w:ascii="Times New Roman" w:hAnsi="Times New Roman"/>
          <w:b/>
          <w:sz w:val="30"/>
          <w:szCs w:val="30"/>
        </w:rPr>
        <w:t>постепенно приближаясь к верхней границе допустимого уровня</w:t>
      </w:r>
      <w:r w:rsidRPr="00B22B1E">
        <w:rPr>
          <w:rFonts w:ascii="Times New Roman" w:hAnsi="Times New Roman"/>
          <w:sz w:val="30"/>
          <w:szCs w:val="30"/>
        </w:rPr>
        <w:t xml:space="preserve"> (25%). Сложившаяся ситуация требует мер по оптимизации импорта и стимулированию продаж товаров отечественного производства;</w:t>
      </w:r>
    </w:p>
    <w:p w:rsidR="0000094E" w:rsidRPr="00B22B1E" w:rsidRDefault="0000094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фактором, сдерживающим рост эффективности экспорта, является </w:t>
      </w:r>
      <w:r w:rsidRPr="00B22B1E">
        <w:rPr>
          <w:rFonts w:ascii="Times New Roman" w:hAnsi="Times New Roman"/>
          <w:b/>
          <w:sz w:val="30"/>
          <w:szCs w:val="30"/>
        </w:rPr>
        <w:t>низкая добавленная стоимость аграрной продукции</w:t>
      </w:r>
      <w:r w:rsidRPr="00B22B1E">
        <w:rPr>
          <w:rFonts w:ascii="Times New Roman" w:hAnsi="Times New Roman"/>
          <w:sz w:val="30"/>
          <w:szCs w:val="30"/>
        </w:rPr>
        <w:t>: на внешнем рынке реализуется 63–70% в виде сельскохозяйственного сырья или частично переработанной. Рост стоимости экспорта происходит за счет наращивания объемных параметров и в меньшей мере – ценовых, в то время как в мировом масштабе тенденция обратная (за период 2000–2014 гг. увеличение общей стоимости экспорта продукции произошло за счет объемов в 4 раза, цен – в 2,7 раза);</w:t>
      </w:r>
    </w:p>
    <w:p w:rsidR="0000094E" w:rsidRPr="00B22B1E" w:rsidRDefault="0000094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удельный вес малообеспеченных домашних хозяйств в республике в 2014 году составил 3,4%, что не превышает критическое значение (8%) и не вызывает опасений по стране в целом. Вместе с тем </w:t>
      </w:r>
      <w:r w:rsidRPr="00B22B1E">
        <w:rPr>
          <w:rFonts w:ascii="Times New Roman" w:hAnsi="Times New Roman"/>
          <w:b/>
          <w:sz w:val="30"/>
          <w:szCs w:val="30"/>
        </w:rPr>
        <w:t>на одного работающего приходятся четыре неработающих гражданина, в т.ч. 2,5 пенсионера</w:t>
      </w:r>
      <w:r w:rsidRPr="00B22B1E">
        <w:rPr>
          <w:rFonts w:ascii="Times New Roman" w:hAnsi="Times New Roman"/>
          <w:sz w:val="30"/>
          <w:szCs w:val="30"/>
        </w:rPr>
        <w:t xml:space="preserve">. Поэтому при сохранении тенденции роста общего уровня цен </w:t>
      </w:r>
      <w:r w:rsidRPr="00B22B1E">
        <w:rPr>
          <w:rFonts w:ascii="Times New Roman" w:hAnsi="Times New Roman"/>
          <w:b/>
          <w:sz w:val="30"/>
          <w:szCs w:val="30"/>
        </w:rPr>
        <w:t>под угрозой недоедания могут оказаться граждане с очень низкими доходами</w:t>
      </w:r>
      <w:r w:rsidRPr="00B22B1E">
        <w:rPr>
          <w:rFonts w:ascii="Times New Roman" w:hAnsi="Times New Roman"/>
          <w:sz w:val="30"/>
          <w:szCs w:val="30"/>
        </w:rPr>
        <w:t xml:space="preserve"> – неработающие пенсионеры, инвалиды, многодетные семьи с низкими доходами.</w:t>
      </w:r>
    </w:p>
    <w:p w:rsidR="0000094E" w:rsidRPr="00B22B1E" w:rsidRDefault="0000094E" w:rsidP="00B22B1E">
      <w:pPr>
        <w:spacing w:before="120" w:after="0" w:line="240" w:lineRule="auto"/>
        <w:ind w:firstLine="709"/>
        <w:contextualSpacing/>
        <w:jc w:val="both"/>
        <w:rPr>
          <w:rFonts w:ascii="Times New Roman" w:hAnsi="Times New Roman"/>
          <w:sz w:val="30"/>
          <w:szCs w:val="30"/>
        </w:rPr>
      </w:pPr>
      <w:r w:rsidRPr="00B22B1E">
        <w:rPr>
          <w:rFonts w:ascii="Times New Roman" w:hAnsi="Times New Roman"/>
          <w:b/>
          <w:sz w:val="30"/>
          <w:szCs w:val="30"/>
        </w:rPr>
        <w:t>Покупательная способность среднедушевых располагаемых денежных доходов населения</w:t>
      </w:r>
      <w:r w:rsidRPr="00B22B1E">
        <w:rPr>
          <w:rFonts w:ascii="Times New Roman" w:hAnsi="Times New Roman"/>
          <w:sz w:val="30"/>
          <w:szCs w:val="30"/>
        </w:rPr>
        <w:t xml:space="preserve"> определяется количеством продуктов питания (каждого отдельно), которое можно приобрести. </w:t>
      </w:r>
    </w:p>
    <w:p w:rsidR="0000094E" w:rsidRPr="00B22B1E" w:rsidRDefault="0000094E" w:rsidP="00B22B1E">
      <w:pPr>
        <w:spacing w:before="120" w:after="0" w:line="240" w:lineRule="auto"/>
        <w:ind w:firstLine="709"/>
        <w:contextualSpacing/>
        <w:jc w:val="both"/>
        <w:rPr>
          <w:rFonts w:ascii="Times New Roman" w:hAnsi="Times New Roman"/>
          <w:i/>
          <w:sz w:val="30"/>
          <w:szCs w:val="30"/>
        </w:rPr>
      </w:pPr>
      <w:r w:rsidRPr="00B22B1E">
        <w:rPr>
          <w:rFonts w:ascii="Times New Roman" w:hAnsi="Times New Roman"/>
          <w:i/>
          <w:sz w:val="30"/>
          <w:szCs w:val="30"/>
        </w:rPr>
        <w:t>В 2014 году ее уровень позволял среднестатистическому жителю Беларуси купить 70,2 кг свинины, 110,8 кг мяса птицы, 150,8 кг рыбы, 482,5 л молока, 439,3 кг сахара, 245,7 кг масла подсолнечного, 2949 шт. яиц.</w:t>
      </w:r>
    </w:p>
    <w:p w:rsidR="0000094E" w:rsidRPr="00B22B1E" w:rsidRDefault="0000094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В структуре потребления товаров и услуг </w:t>
      </w:r>
      <w:r w:rsidRPr="00B22B1E">
        <w:rPr>
          <w:rFonts w:ascii="Times New Roman" w:hAnsi="Times New Roman"/>
          <w:b/>
          <w:sz w:val="30"/>
          <w:szCs w:val="30"/>
        </w:rPr>
        <w:t>расходы на основные продукты питания в Беларуси возросли с 37,7% в 2013 году до 38,5% в 2014 году</w:t>
      </w:r>
      <w:r w:rsidRPr="00B22B1E">
        <w:rPr>
          <w:rFonts w:ascii="Times New Roman" w:hAnsi="Times New Roman"/>
          <w:sz w:val="30"/>
          <w:szCs w:val="30"/>
        </w:rPr>
        <w:t xml:space="preserve"> (без учета питания вне дома).</w:t>
      </w:r>
      <w:r w:rsidRPr="00B22B1E">
        <w:rPr>
          <w:rFonts w:ascii="Times New Roman" w:hAnsi="Times New Roman"/>
          <w:color w:val="000000"/>
          <w:sz w:val="30"/>
          <w:szCs w:val="30"/>
        </w:rPr>
        <w:t xml:space="preserve"> И</w:t>
      </w:r>
      <w:r w:rsidRPr="00B22B1E">
        <w:rPr>
          <w:rFonts w:ascii="Times New Roman" w:hAnsi="Times New Roman"/>
          <w:sz w:val="30"/>
          <w:szCs w:val="30"/>
        </w:rPr>
        <w:t xml:space="preserve">ндекс потребительских цен хотя и стабилизировался, составил 118,1%, в том числе на продовольственные товары – 118,6%, непродовольственные – 108%, на услуги – 135,2%. </w:t>
      </w:r>
    </w:p>
    <w:p w:rsidR="0000094E" w:rsidRPr="00B22B1E" w:rsidRDefault="0000094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В целом в среднесрочной перспективе </w:t>
      </w:r>
      <w:r w:rsidRPr="00B22B1E">
        <w:rPr>
          <w:rFonts w:ascii="Times New Roman" w:hAnsi="Times New Roman"/>
          <w:b/>
          <w:sz w:val="30"/>
          <w:szCs w:val="30"/>
        </w:rPr>
        <w:t>экономическая политика государства будет направлена на</w:t>
      </w:r>
      <w:r w:rsidRPr="00B22B1E">
        <w:rPr>
          <w:rFonts w:ascii="Times New Roman" w:hAnsi="Times New Roman"/>
          <w:sz w:val="30"/>
          <w:szCs w:val="30"/>
        </w:rPr>
        <w:t xml:space="preserve">: </w:t>
      </w:r>
    </w:p>
    <w:p w:rsidR="0000094E" w:rsidRPr="00B22B1E" w:rsidRDefault="0000094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минимизацию влияния инфляции на реальный сектор экономики посредством изменения ставки рефинансирования и валютных интервенций; </w:t>
      </w:r>
    </w:p>
    <w:p w:rsidR="0000094E" w:rsidRPr="00B22B1E" w:rsidRDefault="0000094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pacing w:val="-8"/>
          <w:sz w:val="30"/>
          <w:szCs w:val="30"/>
        </w:rPr>
        <w:t>стимулирование опережающих темпов роста производительности</w:t>
      </w:r>
      <w:r w:rsidRPr="00B22B1E">
        <w:rPr>
          <w:rFonts w:ascii="Times New Roman" w:hAnsi="Times New Roman"/>
          <w:sz w:val="30"/>
          <w:szCs w:val="30"/>
        </w:rPr>
        <w:t xml:space="preserve"> труда над темпами роста заработной платы. </w:t>
      </w:r>
    </w:p>
    <w:p w:rsidR="0000094E" w:rsidRPr="00B22B1E" w:rsidRDefault="0000094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При этом </w:t>
      </w:r>
      <w:r w:rsidRPr="00B22B1E">
        <w:rPr>
          <w:rFonts w:ascii="Times New Roman" w:hAnsi="Times New Roman"/>
          <w:b/>
          <w:sz w:val="30"/>
          <w:szCs w:val="30"/>
        </w:rPr>
        <w:t>поведенческими мотивами населения должны стать</w:t>
      </w:r>
      <w:r w:rsidRPr="00B22B1E">
        <w:rPr>
          <w:rFonts w:ascii="Times New Roman" w:hAnsi="Times New Roman"/>
          <w:sz w:val="30"/>
          <w:szCs w:val="30"/>
        </w:rPr>
        <w:t>:</w:t>
      </w:r>
    </w:p>
    <w:p w:rsidR="0000094E" w:rsidRPr="00B22B1E" w:rsidRDefault="0000094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потребительский патриотизм; </w:t>
      </w:r>
    </w:p>
    <w:p w:rsidR="0000094E" w:rsidRPr="00B22B1E" w:rsidRDefault="0000094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заинтересованность в повышении производительности труда.</w:t>
      </w:r>
    </w:p>
    <w:p w:rsidR="0000094E" w:rsidRPr="00B22B1E" w:rsidRDefault="0000094E" w:rsidP="00B22B1E">
      <w:pPr>
        <w:widowControl w:val="0"/>
        <w:spacing w:before="120" w:after="0" w:line="240" w:lineRule="auto"/>
        <w:ind w:firstLine="709"/>
        <w:jc w:val="both"/>
        <w:rPr>
          <w:rFonts w:ascii="Times New Roman" w:hAnsi="Times New Roman"/>
          <w:sz w:val="30"/>
          <w:szCs w:val="30"/>
        </w:rPr>
      </w:pPr>
      <w:r w:rsidRPr="00B22B1E">
        <w:rPr>
          <w:rFonts w:ascii="Times New Roman" w:hAnsi="Times New Roman"/>
          <w:sz w:val="30"/>
          <w:szCs w:val="30"/>
        </w:rPr>
        <w:t>В системе обеспечения продовольственной безопасности важная роль отводится</w:t>
      </w:r>
      <w:r w:rsidRPr="00B22B1E">
        <w:rPr>
          <w:rFonts w:ascii="Times New Roman" w:hAnsi="Times New Roman"/>
          <w:i/>
          <w:sz w:val="30"/>
          <w:szCs w:val="30"/>
        </w:rPr>
        <w:t xml:space="preserve"> </w:t>
      </w:r>
      <w:r w:rsidRPr="00B22B1E">
        <w:rPr>
          <w:rFonts w:ascii="Times New Roman" w:hAnsi="Times New Roman"/>
          <w:b/>
          <w:sz w:val="30"/>
          <w:szCs w:val="30"/>
        </w:rPr>
        <w:t>рациональному питанию</w:t>
      </w:r>
      <w:r w:rsidRPr="00B22B1E">
        <w:rPr>
          <w:rFonts w:ascii="Times New Roman" w:hAnsi="Times New Roman"/>
          <w:sz w:val="30"/>
          <w:szCs w:val="30"/>
        </w:rPr>
        <w:t>, под которым  понимается питание,</w:t>
      </w:r>
      <w:r w:rsidRPr="00B22B1E">
        <w:rPr>
          <w:rFonts w:ascii="Times New Roman" w:hAnsi="Times New Roman"/>
          <w:i/>
          <w:sz w:val="30"/>
          <w:szCs w:val="30"/>
        </w:rPr>
        <w:t xml:space="preserve"> </w:t>
      </w:r>
      <w:r w:rsidRPr="00B22B1E">
        <w:rPr>
          <w:rFonts w:ascii="Times New Roman" w:hAnsi="Times New Roman"/>
          <w:sz w:val="30"/>
          <w:szCs w:val="30"/>
        </w:rPr>
        <w:t>наилучшим образом удовлетворяющее потребности организма человека в энергии и незаменимых, жизненно важных веществах в конкретных условиях его жизнедеятельности.</w:t>
      </w:r>
    </w:p>
    <w:p w:rsidR="0000094E" w:rsidRPr="00B22B1E" w:rsidRDefault="0000094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Рациональные нормы потребления продуктов питания в нашей стране разработаны Министерством здравоохранения для различных возрастных групп населения, в том числе для детей, а  также отдельно – для мужчин и женщин </w:t>
      </w:r>
      <w:r w:rsidRPr="00B22B1E">
        <w:rPr>
          <w:rFonts w:ascii="Times New Roman" w:hAnsi="Times New Roman"/>
          <w:i/>
          <w:sz w:val="30"/>
          <w:szCs w:val="30"/>
        </w:rPr>
        <w:t>(Постановление Министерства здравоохранения Республики Беларусь от 20 ноября 2012 г. № 180)</w:t>
      </w:r>
      <w:r w:rsidRPr="00B22B1E">
        <w:rPr>
          <w:rFonts w:ascii="Times New Roman" w:hAnsi="Times New Roman"/>
          <w:sz w:val="30"/>
          <w:szCs w:val="30"/>
        </w:rPr>
        <w:t>.</w:t>
      </w:r>
    </w:p>
    <w:p w:rsidR="0000094E" w:rsidRPr="00B22B1E" w:rsidRDefault="0000094E" w:rsidP="00B22B1E">
      <w:pPr>
        <w:pStyle w:val="NormalWeb"/>
        <w:shd w:val="clear" w:color="auto" w:fill="FFFFFF"/>
        <w:spacing w:before="0" w:beforeAutospacing="0" w:after="0" w:afterAutospacing="0"/>
        <w:ind w:firstLine="709"/>
        <w:jc w:val="both"/>
        <w:rPr>
          <w:color w:val="000000"/>
          <w:sz w:val="30"/>
          <w:szCs w:val="30"/>
        </w:rPr>
      </w:pPr>
      <w:r w:rsidRPr="00B22B1E">
        <w:rPr>
          <w:sz w:val="30"/>
          <w:szCs w:val="30"/>
          <w:lang w:eastAsia="en-US"/>
        </w:rPr>
        <w:t>Результаты исследований свидетельствуют, что в рационе</w:t>
      </w:r>
      <w:r w:rsidRPr="00B22B1E">
        <w:rPr>
          <w:color w:val="000000"/>
          <w:sz w:val="30"/>
          <w:szCs w:val="30"/>
          <w:lang w:eastAsia="en-US"/>
        </w:rPr>
        <w:t xml:space="preserve"> домашних хозяйств, проживающих в сельской местности, наблюдается дефицит потребления молока и молокопродуктов, мяса и мясопродуктов, а также фруктов и ягод. </w:t>
      </w:r>
    </w:p>
    <w:p w:rsidR="0000094E" w:rsidRPr="00B22B1E" w:rsidRDefault="0000094E" w:rsidP="00B22B1E">
      <w:pPr>
        <w:spacing w:after="0" w:line="240" w:lineRule="auto"/>
        <w:ind w:firstLine="709"/>
        <w:jc w:val="both"/>
        <w:rPr>
          <w:rFonts w:ascii="Times New Roman" w:hAnsi="Times New Roman"/>
          <w:color w:val="000000"/>
          <w:sz w:val="30"/>
          <w:szCs w:val="30"/>
        </w:rPr>
      </w:pPr>
      <w:r w:rsidRPr="00B22B1E">
        <w:rPr>
          <w:rFonts w:ascii="Times New Roman" w:hAnsi="Times New Roman"/>
          <w:b/>
          <w:color w:val="000000"/>
          <w:sz w:val="30"/>
          <w:szCs w:val="30"/>
        </w:rPr>
        <w:t>Снижается удельный вес продуктов питания, произведенных в личных подсобных хозяйствах</w:t>
      </w:r>
      <w:r w:rsidRPr="00B22B1E">
        <w:rPr>
          <w:rFonts w:ascii="Times New Roman" w:hAnsi="Times New Roman"/>
          <w:color w:val="000000"/>
          <w:sz w:val="30"/>
          <w:szCs w:val="30"/>
        </w:rPr>
        <w:t>, причем в сельских населенных пунктах быстрее, чем в среднем по республике. Такая тенденция является результатом роста уровня и качества продовольственного снабжения населения, особенно в сельской местности.</w:t>
      </w:r>
    </w:p>
    <w:p w:rsidR="0000094E" w:rsidRPr="00B22B1E" w:rsidRDefault="0000094E" w:rsidP="00B22B1E">
      <w:pPr>
        <w:tabs>
          <w:tab w:val="left" w:pos="709"/>
        </w:tabs>
        <w:spacing w:after="0" w:line="240" w:lineRule="auto"/>
        <w:ind w:firstLine="709"/>
        <w:jc w:val="both"/>
        <w:rPr>
          <w:rFonts w:ascii="Times New Roman" w:hAnsi="Times New Roman"/>
          <w:bCs/>
          <w:sz w:val="30"/>
          <w:szCs w:val="30"/>
        </w:rPr>
      </w:pPr>
      <w:r w:rsidRPr="00B22B1E">
        <w:rPr>
          <w:rFonts w:ascii="Times New Roman" w:hAnsi="Times New Roman"/>
          <w:b/>
          <w:color w:val="000000"/>
          <w:sz w:val="30"/>
          <w:szCs w:val="30"/>
        </w:rPr>
        <w:t>К</w:t>
      </w:r>
      <w:r w:rsidRPr="00B22B1E">
        <w:rPr>
          <w:rFonts w:ascii="Times New Roman" w:hAnsi="Times New Roman"/>
          <w:b/>
          <w:sz w:val="30"/>
          <w:szCs w:val="30"/>
        </w:rPr>
        <w:t xml:space="preserve">ачественная структура рациона улучшается </w:t>
      </w:r>
      <w:r w:rsidRPr="00B22B1E">
        <w:rPr>
          <w:rFonts w:ascii="Times New Roman" w:hAnsi="Times New Roman"/>
          <w:b/>
          <w:bCs/>
          <w:sz w:val="30"/>
          <w:szCs w:val="30"/>
        </w:rPr>
        <w:t>незначительно.</w:t>
      </w:r>
      <w:r w:rsidRPr="00B22B1E">
        <w:rPr>
          <w:rFonts w:ascii="Times New Roman" w:hAnsi="Times New Roman"/>
          <w:bCs/>
          <w:sz w:val="30"/>
          <w:szCs w:val="30"/>
        </w:rPr>
        <w:t xml:space="preserve"> Сдерживающим фактором является покупательная способность реальных денежных доходов населения, которая не позволяет увеличить потребление продуктов с высокой стоимостью.</w:t>
      </w:r>
    </w:p>
    <w:p w:rsidR="0000094E" w:rsidRPr="00B22B1E" w:rsidRDefault="0000094E" w:rsidP="00B22B1E">
      <w:pPr>
        <w:spacing w:after="0" w:line="240" w:lineRule="auto"/>
        <w:ind w:firstLine="709"/>
        <w:jc w:val="both"/>
        <w:rPr>
          <w:rFonts w:ascii="Times New Roman" w:hAnsi="Times New Roman"/>
          <w:bCs/>
          <w:sz w:val="30"/>
          <w:szCs w:val="30"/>
        </w:rPr>
      </w:pPr>
      <w:r w:rsidRPr="00B22B1E">
        <w:rPr>
          <w:rFonts w:ascii="Times New Roman" w:hAnsi="Times New Roman"/>
          <w:b/>
          <w:bCs/>
          <w:sz w:val="30"/>
          <w:szCs w:val="30"/>
        </w:rPr>
        <w:t>Современная стратегия развития АПК</w:t>
      </w:r>
      <w:r w:rsidRPr="00B22B1E">
        <w:rPr>
          <w:rFonts w:ascii="Times New Roman" w:hAnsi="Times New Roman"/>
          <w:bCs/>
          <w:sz w:val="30"/>
          <w:szCs w:val="30"/>
        </w:rPr>
        <w:t xml:space="preserve"> должна обеспечить сохранение достигнутого уровня продовольственной безопасности и независимости государства, а также реализацию экспортного потенциала при повышении уровня конкурентоспособности отечественной продукции.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Целесообразные </w:t>
      </w:r>
      <w:r w:rsidRPr="00B22B1E">
        <w:rPr>
          <w:rFonts w:ascii="Times New Roman" w:hAnsi="Times New Roman"/>
          <w:b/>
          <w:sz w:val="30"/>
          <w:szCs w:val="30"/>
        </w:rPr>
        <w:t>объемы производства основных видов сельскохозяйственной продукции</w:t>
      </w:r>
      <w:r w:rsidRPr="00B22B1E">
        <w:rPr>
          <w:rFonts w:ascii="Times New Roman" w:hAnsi="Times New Roman"/>
          <w:sz w:val="30"/>
          <w:szCs w:val="30"/>
        </w:rPr>
        <w:t xml:space="preserve"> </w:t>
      </w:r>
      <w:r w:rsidRPr="00B22B1E">
        <w:rPr>
          <w:rFonts w:ascii="Times New Roman" w:hAnsi="Times New Roman"/>
          <w:b/>
          <w:sz w:val="30"/>
          <w:szCs w:val="30"/>
        </w:rPr>
        <w:t>в 2020 году</w:t>
      </w:r>
      <w:r w:rsidRPr="00B22B1E">
        <w:rPr>
          <w:rFonts w:ascii="Times New Roman" w:hAnsi="Times New Roman"/>
          <w:sz w:val="30"/>
          <w:szCs w:val="30"/>
        </w:rPr>
        <w:t xml:space="preserve">, обозначенные Министерством сельского хозяйства и продовольствия Республики Беларусь, составляют: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10 000 тыс. т зерна;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6 100 тыс. т картофеля;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1 700 тыс. т овощей;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820 тыс. т рапса;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5 400 тыс. т сахарной свеклы;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1 800 тыс. т мяса в живом весе;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9 200 тыс. т молока;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3 915 млн. шт. яиц.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Они будут достаточны для насыщения внутреннего потребительского рынка качественными и доступными для всех социальных групп продуктами питания. </w:t>
      </w:r>
    </w:p>
    <w:p w:rsidR="0000094E" w:rsidRPr="00B22B1E" w:rsidRDefault="0000094E" w:rsidP="00B22B1E">
      <w:pPr>
        <w:spacing w:after="0" w:line="240" w:lineRule="auto"/>
        <w:ind w:firstLine="709"/>
        <w:jc w:val="both"/>
        <w:rPr>
          <w:rFonts w:ascii="Times New Roman" w:hAnsi="Times New Roman"/>
          <w:b/>
          <w:bCs/>
          <w:sz w:val="30"/>
          <w:szCs w:val="30"/>
        </w:rPr>
      </w:pPr>
      <w:r w:rsidRPr="00B22B1E">
        <w:rPr>
          <w:rFonts w:ascii="Times New Roman" w:hAnsi="Times New Roman"/>
          <w:b/>
          <w:bCs/>
          <w:sz w:val="30"/>
          <w:szCs w:val="30"/>
        </w:rPr>
        <w:t>В стадии решения находятся следующие задачи:</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поддержание необходимого уровня физической и экономической доступности основных продуктов питания населению вне зависимости от изменений внешних условий и неблагоприятной конъюнктуры рынка;</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обеспечение устойчивости развития производства сельскохозяйственной продукции и продуктов питания на инновационной основе;</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pacing w:val="-4"/>
          <w:sz w:val="30"/>
          <w:szCs w:val="30"/>
        </w:rPr>
        <w:t>повышение эффективности агропромышленного производства</w:t>
      </w:r>
      <w:r w:rsidRPr="00B22B1E">
        <w:rPr>
          <w:rFonts w:ascii="Times New Roman" w:hAnsi="Times New Roman"/>
          <w:sz w:val="30"/>
          <w:szCs w:val="30"/>
        </w:rPr>
        <w:t xml:space="preserve"> на основе рационального использования производственного потенциала с ориентацией на повышение конкурентоспособности продукции, в первую очередь по качеству; </w:t>
      </w:r>
    </w:p>
    <w:p w:rsidR="0000094E" w:rsidRPr="00B22B1E" w:rsidRDefault="0000094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совершенствование внешнеэкономической деятельности в сфере АПК, развитие экспортного потенциала, повышение эффективности торговли.</w:t>
      </w:r>
    </w:p>
    <w:p w:rsidR="0000094E" w:rsidRPr="0077415F" w:rsidRDefault="0000094E" w:rsidP="0077415F">
      <w:pPr>
        <w:pStyle w:val="10"/>
        <w:shd w:val="clear" w:color="auto" w:fill="auto"/>
        <w:spacing w:after="0" w:line="240" w:lineRule="auto"/>
        <w:ind w:firstLine="720"/>
        <w:jc w:val="both"/>
        <w:rPr>
          <w:i/>
        </w:rPr>
      </w:pPr>
      <w:r>
        <w:t xml:space="preserve"> </w:t>
      </w:r>
      <w:r w:rsidRPr="0077415F">
        <w:rPr>
          <w:b/>
          <w:i/>
        </w:rPr>
        <w:t xml:space="preserve">В Могилёвской области </w:t>
      </w:r>
      <w:r w:rsidRPr="0077415F">
        <w:rPr>
          <w:i/>
        </w:rPr>
        <w:t>за период 2011-2014 годы в хозяйствах всех категорий темп роста валовой продукции сельского хозяйства составил 113,2%, в том числе в сельхозорганизациях и крестьянских (фермерских) хозяйствах - 116,3%; за январь-июнь 2015 г. - соответственно 99,1% и 99,8%.</w:t>
      </w:r>
    </w:p>
    <w:p w:rsidR="0000094E" w:rsidRPr="0077415F" w:rsidRDefault="0000094E" w:rsidP="0077415F">
      <w:pPr>
        <w:pStyle w:val="10"/>
        <w:shd w:val="clear" w:color="auto" w:fill="auto"/>
        <w:spacing w:after="0" w:line="240" w:lineRule="auto"/>
        <w:ind w:firstLine="720"/>
        <w:jc w:val="both"/>
        <w:rPr>
          <w:i/>
        </w:rPr>
      </w:pPr>
      <w:r w:rsidRPr="0077415F">
        <w:rPr>
          <w:i/>
        </w:rPr>
        <w:t>За 4 года на реализацию мероприятий Программы устойчивого развития села на 2011-2015 годы (далее - Программа) направлено 36,3 трлн. рублей (117,0% к запланированному объему), в том числе 5,9 трлн. рублей бюджетных средств (99,5%), кредитных ресурсов 4,6 трлн. рублей (103,3%) и собственных средств 25,8 трлн. рублей (124,8%). Наибольшая сумма средств была направлена за счет собственных источников сельхозорганизаций области, удельный вес которых в общей сумме составил 71,1 %.</w:t>
      </w:r>
    </w:p>
    <w:p w:rsidR="0000094E" w:rsidRPr="0077415F" w:rsidRDefault="0000094E" w:rsidP="0077415F">
      <w:pPr>
        <w:pStyle w:val="10"/>
        <w:shd w:val="clear" w:color="auto" w:fill="auto"/>
        <w:spacing w:after="0" w:line="240" w:lineRule="auto"/>
        <w:ind w:firstLine="720"/>
        <w:jc w:val="both"/>
        <w:rPr>
          <w:i/>
        </w:rPr>
      </w:pPr>
      <w:r w:rsidRPr="0077415F">
        <w:rPr>
          <w:i/>
        </w:rPr>
        <w:t xml:space="preserve">За I полугодие 2015 г. объемы финансирования мероприятий по Программе составили 6,141 трлн. рублей или 47% к запланированному годовому объему, в том числе производственной сферы - 6,1 трлн. рублей </w:t>
      </w:r>
      <w:r w:rsidRPr="0077415F">
        <w:rPr>
          <w:rStyle w:val="0pt"/>
          <w:i/>
        </w:rPr>
        <w:t>(47,2%),</w:t>
      </w:r>
      <w:r w:rsidRPr="0077415F">
        <w:rPr>
          <w:i/>
        </w:rPr>
        <w:t xml:space="preserve"> социальной - 41 млрд. рублей (45,6%).</w:t>
      </w:r>
    </w:p>
    <w:p w:rsidR="0000094E" w:rsidRPr="0077415F" w:rsidRDefault="0000094E" w:rsidP="0077415F">
      <w:pPr>
        <w:pStyle w:val="10"/>
        <w:shd w:val="clear" w:color="auto" w:fill="auto"/>
        <w:spacing w:after="0" w:line="240" w:lineRule="auto"/>
        <w:ind w:firstLine="720"/>
        <w:jc w:val="both"/>
        <w:rPr>
          <w:i/>
        </w:rPr>
      </w:pPr>
      <w:r w:rsidRPr="0077415F">
        <w:rPr>
          <w:i/>
        </w:rPr>
        <w:t>В 2014 году в области объем производства на душу населения составил:</w:t>
      </w:r>
    </w:p>
    <w:p w:rsidR="0000094E" w:rsidRPr="0077415F" w:rsidRDefault="0000094E" w:rsidP="0077415F">
      <w:pPr>
        <w:pStyle w:val="10"/>
        <w:shd w:val="clear" w:color="auto" w:fill="auto"/>
        <w:spacing w:after="0" w:line="240" w:lineRule="auto"/>
        <w:ind w:firstLine="720"/>
        <w:jc w:val="both"/>
        <w:rPr>
          <w:i/>
        </w:rPr>
      </w:pPr>
      <w:r w:rsidRPr="0077415F">
        <w:rPr>
          <w:i/>
        </w:rPr>
        <w:t>зерна - 1335,9 кг (по Республике в среднем па 1 жителя - 1010,1 кг);</w:t>
      </w:r>
    </w:p>
    <w:p w:rsidR="0000094E" w:rsidRPr="0077415F" w:rsidRDefault="0000094E" w:rsidP="0077415F">
      <w:pPr>
        <w:pStyle w:val="10"/>
        <w:shd w:val="clear" w:color="auto" w:fill="auto"/>
        <w:spacing w:after="0" w:line="240" w:lineRule="auto"/>
        <w:ind w:firstLine="720"/>
        <w:jc w:val="both"/>
        <w:rPr>
          <w:i/>
        </w:rPr>
      </w:pPr>
      <w:r w:rsidRPr="0077415F">
        <w:rPr>
          <w:i/>
        </w:rPr>
        <w:t>овощей - 190,9 кг (183,1 кг);</w:t>
      </w:r>
    </w:p>
    <w:p w:rsidR="0000094E" w:rsidRPr="0077415F" w:rsidRDefault="0000094E" w:rsidP="0077415F">
      <w:pPr>
        <w:pStyle w:val="10"/>
        <w:shd w:val="clear" w:color="auto" w:fill="auto"/>
        <w:spacing w:after="0" w:line="240" w:lineRule="auto"/>
        <w:ind w:firstLine="720"/>
        <w:jc w:val="both"/>
        <w:rPr>
          <w:i/>
        </w:rPr>
      </w:pPr>
      <w:r w:rsidRPr="0077415F">
        <w:rPr>
          <w:i/>
        </w:rPr>
        <w:t>картофеля - 755,1 кг (663,3 кг);</w:t>
      </w:r>
    </w:p>
    <w:p w:rsidR="0000094E" w:rsidRPr="0077415F" w:rsidRDefault="0000094E" w:rsidP="0077415F">
      <w:pPr>
        <w:pStyle w:val="10"/>
        <w:shd w:val="clear" w:color="auto" w:fill="auto"/>
        <w:spacing w:after="0" w:line="240" w:lineRule="auto"/>
        <w:ind w:firstLine="720"/>
        <w:jc w:val="both"/>
        <w:rPr>
          <w:i/>
        </w:rPr>
      </w:pPr>
      <w:r w:rsidRPr="0077415F">
        <w:rPr>
          <w:i/>
        </w:rPr>
        <w:t>мяса - 127,5 кг (113 кг);</w:t>
      </w:r>
    </w:p>
    <w:p w:rsidR="0000094E" w:rsidRPr="0077415F" w:rsidRDefault="0000094E" w:rsidP="0077415F">
      <w:pPr>
        <w:pStyle w:val="10"/>
        <w:shd w:val="clear" w:color="auto" w:fill="auto"/>
        <w:spacing w:after="0" w:line="240" w:lineRule="auto"/>
        <w:ind w:firstLine="720"/>
        <w:jc w:val="both"/>
        <w:rPr>
          <w:i/>
        </w:rPr>
      </w:pPr>
      <w:r w:rsidRPr="0077415F">
        <w:rPr>
          <w:i/>
        </w:rPr>
        <w:t>молока - 702,1 кг (708,2 кг);</w:t>
      </w:r>
    </w:p>
    <w:p w:rsidR="0000094E" w:rsidRPr="0077415F" w:rsidRDefault="0000094E" w:rsidP="0077415F">
      <w:pPr>
        <w:pStyle w:val="10"/>
        <w:shd w:val="clear" w:color="auto" w:fill="auto"/>
        <w:spacing w:after="0" w:line="240" w:lineRule="auto"/>
        <w:ind w:firstLine="720"/>
        <w:jc w:val="both"/>
        <w:rPr>
          <w:i/>
        </w:rPr>
      </w:pPr>
      <w:r w:rsidRPr="0077415F">
        <w:rPr>
          <w:i/>
        </w:rPr>
        <w:t>яиц - 382,1 шт. (417 шт.).</w:t>
      </w:r>
    </w:p>
    <w:p w:rsidR="0000094E" w:rsidRPr="0077415F" w:rsidRDefault="0000094E" w:rsidP="0077415F">
      <w:pPr>
        <w:pStyle w:val="10"/>
        <w:shd w:val="clear" w:color="auto" w:fill="auto"/>
        <w:spacing w:after="0" w:line="240" w:lineRule="auto"/>
        <w:ind w:firstLine="720"/>
        <w:jc w:val="both"/>
        <w:rPr>
          <w:i/>
        </w:rPr>
      </w:pPr>
      <w:r w:rsidRPr="0077415F">
        <w:rPr>
          <w:i/>
        </w:rPr>
        <w:t>За январь-июнь 2015 г. по виду экономической деятельности «Сельское хозяйство, охота и предоставление услуг в этих областях» номинальная начисленная среднемесячная заработная плата работников составила 4488,2 тыс. рублей или 112,8% к уровню аналогичного периода 2014 года (за 2014 год - 4243,7 тыс. рублей или 117,8% к уровню 2013 года).</w:t>
      </w:r>
    </w:p>
    <w:p w:rsidR="0000094E" w:rsidRPr="0077415F" w:rsidRDefault="0000094E" w:rsidP="0077415F">
      <w:pPr>
        <w:pStyle w:val="10"/>
        <w:shd w:val="clear" w:color="auto" w:fill="auto"/>
        <w:spacing w:after="0" w:line="240" w:lineRule="auto"/>
        <w:ind w:firstLine="720"/>
        <w:jc w:val="both"/>
        <w:rPr>
          <w:i/>
        </w:rPr>
      </w:pPr>
      <w:r w:rsidRPr="0077415F">
        <w:rPr>
          <w:i/>
        </w:rPr>
        <w:t>За январь-июнь 2015 г. (по оперативным данным) поступление иностранной валюты в организации  АПК области составило 99,4 млн. долларов США.</w:t>
      </w:r>
    </w:p>
    <w:p w:rsidR="0000094E" w:rsidRPr="0077415F" w:rsidRDefault="0000094E" w:rsidP="0077415F">
      <w:pPr>
        <w:pStyle w:val="10"/>
        <w:shd w:val="clear" w:color="auto" w:fill="auto"/>
        <w:spacing w:after="0" w:line="240" w:lineRule="auto"/>
        <w:ind w:firstLine="720"/>
        <w:jc w:val="both"/>
        <w:rPr>
          <w:i/>
        </w:rPr>
      </w:pPr>
      <w:r w:rsidRPr="0077415F">
        <w:rPr>
          <w:i/>
        </w:rPr>
        <w:t>Внешнеторговый оборот организаций АПК области (по данным статистики) за январь-июнь 2015 г. составил 143,7 млн. долларов США, экспорт товаров - 120,2 млн. долларов США, импорт - 23,5 млн. долларов США.</w:t>
      </w:r>
    </w:p>
    <w:p w:rsidR="0000094E" w:rsidRPr="0077415F" w:rsidRDefault="0000094E" w:rsidP="0077415F">
      <w:pPr>
        <w:pStyle w:val="10"/>
        <w:shd w:val="clear" w:color="auto" w:fill="auto"/>
        <w:spacing w:after="0" w:line="240" w:lineRule="auto"/>
        <w:ind w:firstLine="720"/>
        <w:jc w:val="both"/>
        <w:rPr>
          <w:i/>
        </w:rPr>
      </w:pPr>
      <w:r w:rsidRPr="0077415F">
        <w:rPr>
          <w:i/>
        </w:rPr>
        <w:t>Сальдо внешней торговли организаций АПК области складывается положительным - 96,7 млн. долларов США (в 2013 году - 319,7 млн. долларов США, в 2014 - 310,7 млн. долларов США).</w:t>
      </w:r>
    </w:p>
    <w:p w:rsidR="0000094E" w:rsidRPr="0077415F" w:rsidRDefault="0000094E" w:rsidP="0077415F">
      <w:pPr>
        <w:pStyle w:val="10"/>
        <w:shd w:val="clear" w:color="auto" w:fill="auto"/>
        <w:spacing w:after="0" w:line="240" w:lineRule="auto"/>
        <w:ind w:firstLine="720"/>
        <w:jc w:val="both"/>
        <w:rPr>
          <w:i/>
        </w:rPr>
      </w:pPr>
      <w:r w:rsidRPr="0077415F">
        <w:rPr>
          <w:i/>
        </w:rPr>
        <w:t>В январе - июне текущего года доля молокопродуктов в общем объеме экспорта области соста</w:t>
      </w:r>
      <w:r>
        <w:rPr>
          <w:i/>
        </w:rPr>
        <w:t>вила 78%, мясопродуктов - 10,5%</w:t>
      </w:r>
      <w:r w:rsidRPr="0077415F">
        <w:rPr>
          <w:i/>
        </w:rPr>
        <w:t>.</w:t>
      </w:r>
    </w:p>
    <w:p w:rsidR="0000094E" w:rsidRPr="0077415F" w:rsidRDefault="0000094E" w:rsidP="0077415F">
      <w:pPr>
        <w:pStyle w:val="10"/>
        <w:shd w:val="clear" w:color="auto" w:fill="auto"/>
        <w:spacing w:after="0" w:line="240" w:lineRule="auto"/>
        <w:ind w:firstLine="720"/>
        <w:jc w:val="both"/>
        <w:rPr>
          <w:i/>
        </w:rPr>
      </w:pPr>
      <w:r w:rsidRPr="0077415F">
        <w:rPr>
          <w:i/>
        </w:rPr>
        <w:t>В связи с высокой закредитованно</w:t>
      </w:r>
      <w:r>
        <w:rPr>
          <w:i/>
        </w:rPr>
        <w:t>стью</w:t>
      </w:r>
      <w:r w:rsidRPr="0077415F">
        <w:rPr>
          <w:i/>
        </w:rPr>
        <w:t xml:space="preserve"> сельхозорганизац</w:t>
      </w:r>
      <w:r>
        <w:rPr>
          <w:i/>
        </w:rPr>
        <w:t>ий, сложившимся диспаритетом цен</w:t>
      </w:r>
      <w:r w:rsidRPr="0077415F">
        <w:rPr>
          <w:i/>
        </w:rPr>
        <w:t xml:space="preserve"> па сельскохозяйственное сырье, рентабельность продаж в сельхозорганизациях области по итогам 5 месяцев 2015 года составила 4,6%.</w:t>
      </w:r>
    </w:p>
    <w:p w:rsidR="0000094E" w:rsidRPr="0077415F" w:rsidRDefault="0000094E" w:rsidP="0077415F">
      <w:pPr>
        <w:pStyle w:val="10"/>
        <w:shd w:val="clear" w:color="auto" w:fill="auto"/>
        <w:spacing w:after="0" w:line="240" w:lineRule="auto"/>
        <w:ind w:firstLine="720"/>
        <w:jc w:val="both"/>
        <w:rPr>
          <w:i/>
        </w:rPr>
      </w:pPr>
      <w:r w:rsidRPr="0077415F">
        <w:rPr>
          <w:i/>
        </w:rPr>
        <w:t>С целью снижения кредиторской задолженности комитетом ежеквартально проводится мониторинг состояния кредиторской</w:t>
      </w:r>
      <w:r>
        <w:rPr>
          <w:i/>
        </w:rPr>
        <w:t xml:space="preserve"> </w:t>
      </w:r>
      <w:r w:rsidRPr="0077415F">
        <w:rPr>
          <w:i/>
        </w:rPr>
        <w:t>задолженности в сель</w:t>
      </w:r>
      <w:r>
        <w:rPr>
          <w:i/>
        </w:rPr>
        <w:t>ском хозяйстве области и для</w:t>
      </w:r>
      <w:r w:rsidRPr="0077415F">
        <w:rPr>
          <w:i/>
        </w:rPr>
        <w:t xml:space="preserve"> ее сокращения принимаются следующие меры:</w:t>
      </w:r>
    </w:p>
    <w:p w:rsidR="0000094E" w:rsidRPr="0077415F" w:rsidRDefault="0000094E" w:rsidP="0077415F">
      <w:pPr>
        <w:pStyle w:val="10"/>
        <w:shd w:val="clear" w:color="auto" w:fill="auto"/>
        <w:spacing w:after="0" w:line="336" w:lineRule="exact"/>
        <w:ind w:left="20" w:right="20" w:firstLine="720"/>
        <w:jc w:val="both"/>
        <w:rPr>
          <w:i/>
        </w:rPr>
      </w:pPr>
      <w:r w:rsidRPr="0077415F">
        <w:rPr>
          <w:i/>
        </w:rPr>
        <w:t>состояние расчетов постоянно рассматривается на заседаниях коллегий комитета, даются поручения управлениям сельского хозяйства и продовольствия райисполкомов, молоко- и мясоперерабатывающим организациям области, крупнейшему кредитору ОАО «Управляющая компания холдинга «Агромашсервис» (далее - холдинг) для принятия мер по сокращению задолженности, на постоянной основе разрабатываются и согласовываются с облисполкомом различные схемы расчетов;</w:t>
      </w:r>
    </w:p>
    <w:p w:rsidR="0000094E" w:rsidRPr="0077415F" w:rsidRDefault="0000094E" w:rsidP="0077415F">
      <w:pPr>
        <w:pStyle w:val="10"/>
        <w:shd w:val="clear" w:color="auto" w:fill="auto"/>
        <w:spacing w:after="0" w:line="336" w:lineRule="exact"/>
        <w:ind w:left="20" w:right="20" w:firstLine="720"/>
        <w:jc w:val="both"/>
        <w:rPr>
          <w:i/>
        </w:rPr>
      </w:pPr>
      <w:r w:rsidRPr="0077415F">
        <w:rPr>
          <w:i/>
        </w:rPr>
        <w:t>совместно с райисполкомами в апреле текущего года разработан и согласован с облисполкомом график погашения задолженности сельскохозяйственных организаций области за выполненные работы по строительству и реконструкции молочно-товарных ферм в рамках реализации Республиканской программы развития молочной отрасли на 2010-2015 годы;</w:t>
      </w:r>
    </w:p>
    <w:p w:rsidR="0000094E" w:rsidRPr="0077415F" w:rsidRDefault="0000094E" w:rsidP="0077415F">
      <w:pPr>
        <w:pStyle w:val="10"/>
        <w:shd w:val="clear" w:color="auto" w:fill="auto"/>
        <w:spacing w:after="0" w:line="336" w:lineRule="exact"/>
        <w:ind w:left="20" w:right="20" w:firstLine="720"/>
        <w:jc w:val="both"/>
        <w:rPr>
          <w:i/>
        </w:rPr>
      </w:pPr>
      <w:r w:rsidRPr="0077415F">
        <w:rPr>
          <w:i/>
        </w:rPr>
        <w:t>сельскохозяйственными организациями области разработаны и согласованы с холдингом графики погашения задолженности, при невыполнении которых им оформляются материалы в суд на возбуждение приказного производства;</w:t>
      </w:r>
    </w:p>
    <w:p w:rsidR="0000094E" w:rsidRPr="0077415F" w:rsidRDefault="0000094E" w:rsidP="0077415F">
      <w:pPr>
        <w:pStyle w:val="10"/>
        <w:shd w:val="clear" w:color="auto" w:fill="auto"/>
        <w:spacing w:after="0" w:line="336" w:lineRule="exact"/>
        <w:ind w:left="20" w:right="20" w:firstLine="720"/>
        <w:jc w:val="both"/>
        <w:rPr>
          <w:i/>
        </w:rPr>
      </w:pPr>
      <w:r w:rsidRPr="0077415F">
        <w:rPr>
          <w:i/>
        </w:rPr>
        <w:t>рядом сельскохозяйственных организаций разработаны и согласованы с главным финансовым управлением облисполкома и холдингом графики погашения задолженности на сумму 81,3 млрд. рублей. Так, за 6 месяцев 2015 года произведена оплата в сумме 6 ,4 млрд. рублей;</w:t>
      </w:r>
    </w:p>
    <w:p w:rsidR="0000094E" w:rsidRPr="0077415F" w:rsidRDefault="0000094E" w:rsidP="0077415F">
      <w:pPr>
        <w:pStyle w:val="10"/>
        <w:shd w:val="clear" w:color="auto" w:fill="auto"/>
        <w:spacing w:after="0" w:line="336" w:lineRule="exact"/>
        <w:ind w:left="20" w:right="20" w:firstLine="720"/>
        <w:jc w:val="both"/>
        <w:rPr>
          <w:i/>
        </w:rPr>
      </w:pPr>
      <w:r w:rsidRPr="0077415F">
        <w:rPr>
          <w:i/>
        </w:rPr>
        <w:t>ежемесячно заключаются договоры перевода долга (уступки права требования) с молокоперерабатывающими заводами области за реализуемое сельскохозяйственными организациями молоко и иные меры.</w:t>
      </w:r>
    </w:p>
    <w:p w:rsidR="0000094E" w:rsidRDefault="0000094E" w:rsidP="00AA5BCC">
      <w:pPr>
        <w:tabs>
          <w:tab w:val="left" w:pos="2730"/>
        </w:tabs>
        <w:spacing w:after="0" w:line="240" w:lineRule="auto"/>
        <w:ind w:left="4956"/>
        <w:jc w:val="both"/>
        <w:rPr>
          <w:rFonts w:ascii="Times New Roman" w:hAnsi="Times New Roman"/>
          <w:bCs/>
          <w:color w:val="000000"/>
          <w:sz w:val="24"/>
          <w:szCs w:val="24"/>
          <w:shd w:val="clear" w:color="auto" w:fill="FFFFFF"/>
        </w:rPr>
      </w:pPr>
    </w:p>
    <w:p w:rsidR="0000094E" w:rsidRPr="00AA5BCC" w:rsidRDefault="0000094E" w:rsidP="006658AE">
      <w:pPr>
        <w:tabs>
          <w:tab w:val="left" w:pos="2730"/>
        </w:tabs>
        <w:spacing w:after="0" w:line="240" w:lineRule="auto"/>
        <w:ind w:left="4956"/>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 xml:space="preserve">Главное управление идеологической работы, культуры и по делам молодежи, комитет </w:t>
      </w:r>
      <w:r w:rsidRPr="00AA5BCC">
        <w:rPr>
          <w:rFonts w:ascii="Times New Roman" w:hAnsi="Times New Roman"/>
          <w:bCs/>
          <w:color w:val="000000"/>
          <w:sz w:val="24"/>
          <w:szCs w:val="24"/>
          <w:shd w:val="clear" w:color="auto" w:fill="FFFFFF"/>
        </w:rPr>
        <w:t>по сельскому хозяйству и продовольствию облисполкома</w:t>
      </w: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p>
    <w:p w:rsidR="0000094E"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t>(Справочно)</w:t>
      </w:r>
    </w:p>
    <w:p w:rsidR="0000094E" w:rsidRPr="009D2D44" w:rsidRDefault="0000094E" w:rsidP="00AA5BCC">
      <w:pPr>
        <w:tabs>
          <w:tab w:val="left" w:pos="2730"/>
        </w:tabs>
        <w:spacing w:after="0" w:line="240" w:lineRule="auto"/>
        <w:jc w:val="both"/>
        <w:rPr>
          <w:rFonts w:ascii="Times New Roman" w:hAnsi="Times New Roman"/>
          <w:b/>
          <w:bCs/>
          <w:color w:val="000000"/>
          <w:sz w:val="28"/>
          <w:szCs w:val="28"/>
          <w:shd w:val="clear" w:color="auto" w:fill="FFFFFF"/>
        </w:rPr>
      </w:pPr>
      <w:r w:rsidRPr="00AA5BCC">
        <w:rPr>
          <w:rFonts w:ascii="Times New Roman" w:hAnsi="Times New Roman"/>
          <w:b/>
          <w:bCs/>
          <w:color w:val="000000"/>
          <w:sz w:val="28"/>
          <w:szCs w:val="28"/>
          <w:shd w:val="clear" w:color="auto" w:fill="FFFFFF"/>
        </w:rPr>
        <w:t>Белгосстрах – селу области: фактическая и возможная помощь.</w:t>
      </w:r>
    </w:p>
    <w:p w:rsidR="0000094E" w:rsidRPr="00AA5BCC" w:rsidRDefault="0000094E" w:rsidP="00AA5BCC">
      <w:pPr>
        <w:spacing w:after="0" w:line="240" w:lineRule="auto"/>
        <w:ind w:firstLine="708"/>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Продовольственную безопасность страны обеспечивают предприятия сельскохозяйственной отрасли. Сельское хозяйство относится к виду экономической деятельности, который более всего зависит от воздействия сил природы.  Ежегодно сельскохозяйственная отрасль несет огромные потери от стихийных бедствий и неблагоприятных погодных условий. Размеры этих потерь велики, а последствия – губительны для эффективного развития  производства и существенно ухудшают финансовое положение как сельхозпредприятий в целом, так и благосостояние сельского жителя в отдельности. </w:t>
      </w:r>
    </w:p>
    <w:p w:rsidR="0000094E" w:rsidRPr="00AA5BCC" w:rsidRDefault="0000094E" w:rsidP="00AA5BCC">
      <w:pPr>
        <w:spacing w:after="0" w:line="240" w:lineRule="auto"/>
        <w:ind w:firstLine="708"/>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Белгосстрах предлагает свести к минимуму, а во многих случаях и вовсе исключить,  последствия от наступления событий, перечисленных выше, заключив договор страхования</w:t>
      </w:r>
    </w:p>
    <w:p w:rsidR="0000094E" w:rsidRPr="00AA5BCC" w:rsidRDefault="0000094E" w:rsidP="00AA5BCC">
      <w:pPr>
        <w:spacing w:after="0" w:line="240" w:lineRule="auto"/>
        <w:ind w:firstLine="708"/>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У Белгосстраха, как ведущей страховой компании, имеется наиболее широкий спектр видов страхования, которые эффективно себя закрепили в сфере сельского хозяйства. Согласно Указу Президента Республики Беларусь № 530 с 2006 года для обеспечения продовольственной безопасности страны в республике действует обязательное страхование урожая сельскохозяйственных культур, скота и птицы с государственной поддержкой. </w:t>
      </w:r>
    </w:p>
    <w:p w:rsidR="0000094E" w:rsidRPr="00AA5BCC" w:rsidRDefault="0000094E" w:rsidP="00AA5BCC">
      <w:pPr>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ab/>
      </w:r>
      <w:r w:rsidRPr="00AA5BCC">
        <w:rPr>
          <w:rFonts w:ascii="Times New Roman" w:hAnsi="Times New Roman"/>
          <w:bCs/>
          <w:color w:val="000000"/>
          <w:sz w:val="28"/>
          <w:szCs w:val="28"/>
          <w:shd w:val="clear" w:color="auto" w:fill="FFFFFF"/>
        </w:rPr>
        <w:t>В 2014 году филиалом Белгосстраха по Могилевской области выплачено страховое возмещение по гибели сельскохозяйственных культур в результате вымерзания, выпревания, вымокания, града, засухи на сумму более 7,3 млрд. рублей, в текущем году – более 67 млрд. рублей, 159 хозяйствам Могилевской области.</w:t>
      </w:r>
    </w:p>
    <w:p w:rsidR="0000094E" w:rsidRPr="00AA5BCC" w:rsidRDefault="0000094E" w:rsidP="00AA5BCC">
      <w:pPr>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ab/>
      </w:r>
      <w:r w:rsidRPr="00AA5BCC">
        <w:rPr>
          <w:rFonts w:ascii="Times New Roman" w:hAnsi="Times New Roman"/>
          <w:bCs/>
          <w:color w:val="000000"/>
          <w:sz w:val="28"/>
          <w:szCs w:val="28"/>
          <w:shd w:val="clear" w:color="auto" w:fill="FFFFFF"/>
        </w:rPr>
        <w:t>Однако, по причине неуплаты взносов 40 хозяйств, имевших гибель сельскохозяйственных культур в зимний и ранневесенний период 2014-2015 года, страховое возмещение в сумме более 10 млрд. рублей не получили.</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Пользуются сельхозпредприятия и добровольным страхованием имущества юридических лиц, которое защищает их финансовые интересы при наступлении различных неблагоприятных условий. Так, например, в ЗАО «Нива» Шкловского района взято на страхование дойное стадо в количестве 279 голов на страховую сумму 3,2 млрд. рублей. Фактически уплаченный взнос составил 25 млн. рублей. </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В ОАО «Птицефабрика «Вишневка» застрахованы куры-несушки на сумму 9 млрд. рублей (фабрика уплатила взнос в размере 56 млн. рублей). В результате сильной грозы произошло отключение системы вентиляции, в результате произошла гибель птицы. Страховая выплат</w:t>
      </w:r>
      <w:r>
        <w:rPr>
          <w:rFonts w:ascii="Times New Roman" w:hAnsi="Times New Roman"/>
          <w:bCs/>
          <w:color w:val="000000"/>
          <w:sz w:val="28"/>
          <w:szCs w:val="28"/>
          <w:shd w:val="clear" w:color="auto" w:fill="FFFFFF"/>
        </w:rPr>
        <w:t xml:space="preserve">а составила 1,2 млрд. рублей. </w:t>
      </w:r>
      <w:r w:rsidRPr="00AA5BCC">
        <w:rPr>
          <w:rFonts w:ascii="Times New Roman" w:hAnsi="Times New Roman"/>
          <w:bCs/>
          <w:color w:val="000000"/>
          <w:sz w:val="28"/>
          <w:szCs w:val="28"/>
          <w:shd w:val="clear" w:color="auto" w:fill="FFFFFF"/>
        </w:rPr>
        <w:t>В последние годы пользуется популярностью комплексное обязательное страхование гражданской ответственности владельцев транспортных средств, которое предоставляет финансовую защиту и виновнику дорожно-транспортного средства. Это особенно важно для хозяйств, в большинстве которых имеется острый недостаток средств на цели, связанные с ремонтом транспортных средств.</w:t>
      </w: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Так, например, по договору комплексного страхования в результате ДТП выплачено потерпевшему за  автомобиль более 22 млн. рублей, а также виновнику ДТП – Климовичскому отделу Департамента охраны МВД РБ – страховое возмещение в сумме более 27  млн. рублей  при страховом взносе 207 тыс. рублей.</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Одним из наиболее необходимых видов страхования для сельскохозяйственных предприятий является добровольное страхование сельскохозяйственной техники, ущерб от утраты которой может существенно ухудшить его финансовое положение. Страхование позволяет этого избежать. Так, в КСУП «Племзавод Тимоново» Климовичского района за уничтоженный в результате пожара кормоуборочный комбайн «КВК-800» выплачено страховое возмещение в размере более 472 млн. рублей при страховом взносе 2,7 млн. рублей (кормоуборочный комбайн был приобретен в лизинг).</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Актуальным не только для юридических лиц, но и для обычных автовладельцев является  также добровольное страхование наземных транспортных средств («Автокаско»), которое позволяет защитить автомобиль практически от всех напастей. Так, ОАО «Александрийское» Шкловского района за поврежденный  в результате ДТП  автомобиль «DAF FA LF45» 2011 года выпуска выплачено страховое возмещение в сумме 516 млн. рублей  при страховом взносе 17,4 млн. рублей. При этом водитель ОАО «Александрийское» являлся виновником ДТП.</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Среди ряда предлагаемых Белгосстрахом  страховых услуг можно найти защиту практически от всех неприятностей, как для сельхозпредприятий, так и для каждого сельского жителя. </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 xml:space="preserve">На протяжении последних лет увеличивается количество домашних животных. В квартирах и домах люди содержат кошек, собак и даже змей, не задумываясь, что питомец может нанести вред другим людям и их имуществу. </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Защитить с помощью страхования можно не только свое имущество, но и самое бесценное – здоровье свое и своих близких. Сделать это можно через  добровольное страхование от несчастных случаев и заболеваний, а также страхование медицинских расходов.</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 xml:space="preserve">Преимущество добровольного страхования от несчастных случаев и заболеваний в том, что страховая защита обеспечивается не только в рабочее время, но и в быту, и позволяет избежать дополнительных финансовых потерь.  </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При этом полис добровольного страхования медицинских расходов гарантирует:</w:t>
      </w:r>
    </w:p>
    <w:p w:rsidR="0000094E" w:rsidRPr="00AA5BCC" w:rsidRDefault="0000094E" w:rsidP="00AA5BCC">
      <w:pPr>
        <w:tabs>
          <w:tab w:val="left" w:pos="993"/>
        </w:tabs>
        <w:spacing w:after="0" w:line="240" w:lineRule="auto"/>
        <w:jc w:val="both"/>
        <w:rPr>
          <w:rFonts w:ascii="Times New Roman" w:hAnsi="Times New Roman"/>
          <w:bCs/>
          <w:color w:val="000000"/>
          <w:sz w:val="28"/>
          <w:szCs w:val="28"/>
          <w:shd w:val="clear" w:color="auto" w:fill="FFFFFF"/>
        </w:rPr>
      </w:pPr>
      <w:r>
        <w:rPr>
          <w:rFonts w:ascii="Times New Roman" w:hAnsi="Times New Roman"/>
          <w:b/>
          <w:bCs/>
          <w:color w:val="000000"/>
          <w:sz w:val="28"/>
          <w:szCs w:val="28"/>
          <w:shd w:val="clear" w:color="auto" w:fill="FFFFFF"/>
        </w:rPr>
        <w:tab/>
      </w:r>
      <w:r w:rsidRPr="00AA5BCC">
        <w:rPr>
          <w:rFonts w:ascii="Times New Roman" w:hAnsi="Times New Roman"/>
          <w:b/>
          <w:bCs/>
          <w:color w:val="000000"/>
          <w:sz w:val="28"/>
          <w:szCs w:val="28"/>
          <w:shd w:val="clear" w:color="auto" w:fill="FFFFFF"/>
        </w:rPr>
        <w:t>высокое качество</w:t>
      </w:r>
      <w:r w:rsidRPr="00AA5BCC">
        <w:rPr>
          <w:rFonts w:ascii="Times New Roman" w:hAnsi="Times New Roman"/>
          <w:bCs/>
          <w:color w:val="000000"/>
          <w:sz w:val="28"/>
          <w:szCs w:val="28"/>
          <w:shd w:val="clear" w:color="auto" w:fill="FFFFFF"/>
        </w:rPr>
        <w:t xml:space="preserve"> медицинского обслуживания с направлением застрахованных лиц в лучшие лечебные учреждения согласно выбранной программе страхования по желанию клиентов и учитывая индивидуальные особенности состояния здоровья; </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
          <w:bCs/>
          <w:color w:val="000000"/>
          <w:sz w:val="28"/>
          <w:szCs w:val="28"/>
          <w:shd w:val="clear" w:color="auto" w:fill="FFFFFF"/>
        </w:rPr>
        <w:t xml:space="preserve">          </w:t>
      </w:r>
      <w:r w:rsidRPr="00AA5BCC">
        <w:rPr>
          <w:rFonts w:ascii="Times New Roman" w:hAnsi="Times New Roman"/>
          <w:b/>
          <w:bCs/>
          <w:color w:val="000000"/>
          <w:sz w:val="28"/>
          <w:szCs w:val="28"/>
          <w:shd w:val="clear" w:color="auto" w:fill="FFFFFF"/>
        </w:rPr>
        <w:t>оперативность</w:t>
      </w:r>
      <w:r w:rsidRPr="00AA5BCC">
        <w:rPr>
          <w:rFonts w:ascii="Times New Roman" w:hAnsi="Times New Roman"/>
          <w:bCs/>
          <w:color w:val="000000"/>
          <w:sz w:val="28"/>
          <w:szCs w:val="28"/>
          <w:shd w:val="clear" w:color="auto" w:fill="FFFFFF"/>
        </w:rPr>
        <w:t xml:space="preserve"> при получении необходимой специализированной диагностической, консультативной или лечебной помощи в кратчайшие сроки, исключая ожидание в очередях, благодаря круглосуточной службе – ассистанс Белгосстраха;</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
          <w:bCs/>
          <w:color w:val="000000"/>
          <w:sz w:val="28"/>
          <w:szCs w:val="28"/>
          <w:shd w:val="clear" w:color="auto" w:fill="FFFFFF"/>
        </w:rPr>
        <w:t xml:space="preserve">           </w:t>
      </w:r>
      <w:r w:rsidRPr="00AA5BCC">
        <w:rPr>
          <w:rFonts w:ascii="Times New Roman" w:hAnsi="Times New Roman"/>
          <w:b/>
          <w:bCs/>
          <w:color w:val="000000"/>
          <w:sz w:val="28"/>
          <w:szCs w:val="28"/>
          <w:shd w:val="clear" w:color="auto" w:fill="FFFFFF"/>
        </w:rPr>
        <w:t>адресность и доступность</w:t>
      </w:r>
      <w:r w:rsidRPr="00AA5BCC">
        <w:rPr>
          <w:rFonts w:ascii="Times New Roman" w:hAnsi="Times New Roman"/>
          <w:bCs/>
          <w:color w:val="000000"/>
          <w:sz w:val="28"/>
          <w:szCs w:val="28"/>
          <w:shd w:val="clear" w:color="auto" w:fill="FFFFFF"/>
        </w:rPr>
        <w:t xml:space="preserve"> медицинской помощи на всей территории Республики Беларусь вне зависимости от места жительства благодаря тесному сотрудничеству Белгосстраха со всеми  лечебными учреждениями различного профиля, уровня и подчиненности.</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В целом за 2014 и 7 месяцев 2015 года сельскохозяйственным организациям по всем видам страхования Белгосстрахом выплачено более 150 млрд. рублей.</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p>
    <w:p w:rsidR="0000094E" w:rsidRPr="00AA5BCC" w:rsidRDefault="0000094E" w:rsidP="00AA5BCC">
      <w:pPr>
        <w:tabs>
          <w:tab w:val="left" w:pos="2730"/>
        </w:tabs>
        <w:spacing w:after="0" w:line="240" w:lineRule="auto"/>
        <w:jc w:val="both"/>
        <w:rPr>
          <w:rFonts w:ascii="Times New Roman" w:hAnsi="Times New Roman"/>
          <w:bCs/>
          <w:i/>
          <w:color w:val="000000"/>
          <w:sz w:val="28"/>
          <w:szCs w:val="28"/>
          <w:shd w:val="clear" w:color="auto" w:fill="FFFFFF"/>
        </w:rPr>
      </w:pPr>
      <w:r>
        <w:rPr>
          <w:rFonts w:ascii="Times New Roman" w:hAnsi="Times New Roman"/>
          <w:bCs/>
          <w:i/>
          <w:color w:val="000000"/>
          <w:sz w:val="28"/>
          <w:szCs w:val="28"/>
          <w:shd w:val="clear" w:color="auto" w:fill="FFFFFF"/>
        </w:rPr>
        <w:tab/>
      </w:r>
      <w:r>
        <w:rPr>
          <w:rFonts w:ascii="Times New Roman" w:hAnsi="Times New Roman"/>
          <w:bCs/>
          <w:i/>
          <w:color w:val="000000"/>
          <w:sz w:val="28"/>
          <w:szCs w:val="28"/>
          <w:shd w:val="clear" w:color="auto" w:fill="FFFFFF"/>
        </w:rPr>
        <w:tab/>
      </w:r>
      <w:r>
        <w:rPr>
          <w:rFonts w:ascii="Times New Roman" w:hAnsi="Times New Roman"/>
          <w:bCs/>
          <w:i/>
          <w:color w:val="000000"/>
          <w:sz w:val="28"/>
          <w:szCs w:val="28"/>
          <w:shd w:val="clear" w:color="auto" w:fill="FFFFFF"/>
        </w:rPr>
        <w:tab/>
      </w:r>
      <w:r w:rsidRPr="00AA5BCC">
        <w:rPr>
          <w:rFonts w:ascii="Times New Roman" w:hAnsi="Times New Roman"/>
          <w:bCs/>
          <w:i/>
          <w:color w:val="000000"/>
          <w:sz w:val="28"/>
          <w:szCs w:val="28"/>
          <w:shd w:val="clear" w:color="auto" w:fill="FFFFFF"/>
        </w:rPr>
        <w:t>Филиал Белгосстраха по Могилевской области</w:t>
      </w:r>
    </w:p>
    <w:p w:rsidR="0000094E" w:rsidRPr="00AA5BCC" w:rsidRDefault="0000094E" w:rsidP="00AA5BCC">
      <w:pPr>
        <w:tabs>
          <w:tab w:val="left" w:pos="2730"/>
        </w:tabs>
        <w:spacing w:after="0" w:line="240" w:lineRule="auto"/>
        <w:jc w:val="both"/>
        <w:rPr>
          <w:rFonts w:ascii="Times New Roman" w:hAnsi="Times New Roman"/>
          <w:bCs/>
          <w:color w:val="000000"/>
          <w:sz w:val="28"/>
          <w:szCs w:val="28"/>
          <w:shd w:val="clear" w:color="auto" w:fill="FFFFFF"/>
        </w:rPr>
      </w:pPr>
    </w:p>
    <w:p w:rsidR="0000094E" w:rsidRPr="005013AC" w:rsidRDefault="0000094E" w:rsidP="00AA5BCC">
      <w:pPr>
        <w:tabs>
          <w:tab w:val="left" w:pos="2730"/>
        </w:tabs>
        <w:spacing w:after="0" w:line="240" w:lineRule="auto"/>
        <w:jc w:val="both"/>
        <w:rPr>
          <w:rFonts w:ascii="Times New Roman" w:hAnsi="Times New Roman"/>
          <w:b/>
          <w:bCs/>
          <w:color w:val="000000"/>
          <w:sz w:val="30"/>
          <w:szCs w:val="30"/>
          <w:shd w:val="clear" w:color="auto" w:fill="FFFFFF"/>
        </w:rPr>
      </w:pPr>
    </w:p>
    <w:p w:rsidR="0000094E" w:rsidRPr="005013AC" w:rsidRDefault="0000094E" w:rsidP="005013AC">
      <w:pPr>
        <w:tabs>
          <w:tab w:val="left" w:pos="2730"/>
        </w:tabs>
        <w:spacing w:after="0" w:line="240" w:lineRule="auto"/>
        <w:jc w:val="both"/>
        <w:rPr>
          <w:rFonts w:ascii="Times New Roman" w:hAnsi="Times New Roman"/>
          <w:b/>
          <w:bCs/>
          <w:color w:val="000000"/>
          <w:sz w:val="30"/>
          <w:szCs w:val="30"/>
          <w:shd w:val="clear" w:color="auto" w:fill="FFFFFF"/>
        </w:rPr>
      </w:pPr>
      <w:r w:rsidRPr="005013AC">
        <w:rPr>
          <w:rFonts w:ascii="Times New Roman" w:hAnsi="Times New Roman"/>
          <w:b/>
          <w:bCs/>
          <w:color w:val="000000"/>
          <w:sz w:val="30"/>
          <w:szCs w:val="30"/>
          <w:shd w:val="clear" w:color="auto" w:fill="FFFFFF"/>
        </w:rPr>
        <w:t>2.Предупреждение детского дорожно-транспортного травматизма</w:t>
      </w:r>
    </w:p>
    <w:p w:rsidR="0000094E" w:rsidRPr="005013AC" w:rsidRDefault="0000094E" w:rsidP="005013AC">
      <w:pPr>
        <w:tabs>
          <w:tab w:val="left" w:pos="2730"/>
        </w:tabs>
        <w:spacing w:after="0" w:line="240" w:lineRule="auto"/>
        <w:jc w:val="both"/>
        <w:rPr>
          <w:rFonts w:ascii="Times New Roman" w:hAnsi="Times New Roman"/>
          <w:bCs/>
          <w:color w:val="000000"/>
          <w:sz w:val="30"/>
          <w:szCs w:val="30"/>
          <w:shd w:val="clear" w:color="auto" w:fill="FFFFFF"/>
        </w:rPr>
      </w:pPr>
    </w:p>
    <w:p w:rsidR="0000094E" w:rsidRPr="005013AC" w:rsidRDefault="0000094E" w:rsidP="005013AC">
      <w:pPr>
        <w:tabs>
          <w:tab w:val="left" w:pos="851"/>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ab/>
      </w:r>
      <w:r w:rsidRPr="005013AC">
        <w:rPr>
          <w:rFonts w:ascii="Times New Roman" w:hAnsi="Times New Roman"/>
          <w:bCs/>
          <w:color w:val="000000"/>
          <w:sz w:val="28"/>
          <w:szCs w:val="28"/>
          <w:shd w:val="clear" w:color="auto" w:fill="FFFFFF"/>
        </w:rPr>
        <w:t xml:space="preserve">За 7 месяца 2015 года на территории Могилевской области зарегистрировано 290 дорожно-транспортных происшествий, в которых 44 человека погибли и 345 получили ранения. В сравнении с аналогичным периодом 2014 года наблюдается рост общего количества ДТП на 9, однако сократилось количество погибших (-4) и раненых людей (–13). Зарегистрировано 34 ДТП, совершенных водителями, находившимися в состоянии алкогольного опьянения. </w:t>
      </w:r>
    </w:p>
    <w:p w:rsidR="0000094E" w:rsidRPr="005013AC" w:rsidRDefault="0000094E" w:rsidP="005013AC">
      <w:pPr>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Всегда особую тревогу вызывает состояние детского дорожно-транспортного травматизма. За истекший период текущего года на территории Могилевской области зарегистрировано 29 ДТП с участием несовершеннолетних, в которых 1 ребенок погиб и 30 получили травмы различной степени тяжести. В сравнении с аналогичным периодом прошлого года произошло снижение количества ДТП на 5 случаев, сократилось количество погибших (-2) и раненых детей (-7).</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Самыми распространенными нарушениями Правил, характерными для юной категории участников движения являются: переход проезжей части в неустановленных местах или на запрещающий сигнал светофора, внезапный выход на проезжую часть, игра в непосредственной близости от дороги.</w:t>
      </w: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 xml:space="preserve">В 12 случаях в момент совершения ДТП дети явились пешеходами (12 детей получили травмы), в 12 – пассажирами автомобиля (1 погиб и 13 травмированы), в 4 – велосипедистами (4 получили травмы) и в 1 случае пострадал ребенок-пассажир велосипеда. </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Значительное влияние на сложившуюся обстановку с детским дорожно-транспортным травматизмом по-прежнему оказывает отсутствие должного контроля за поведением детей на улице со стороны взрослых и, в первую очередь, родителей, а также неправильная перевозка детей в личном транспорте.</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 xml:space="preserve">Трагическое ДТП произошло </w:t>
      </w:r>
      <w:r w:rsidRPr="005013AC">
        <w:rPr>
          <w:rFonts w:ascii="Times New Roman" w:hAnsi="Times New Roman"/>
          <w:b/>
          <w:bCs/>
          <w:i/>
          <w:color w:val="000000"/>
          <w:sz w:val="28"/>
          <w:szCs w:val="28"/>
          <w:shd w:val="clear" w:color="auto" w:fill="FFFFFF"/>
        </w:rPr>
        <w:t xml:space="preserve">12 мая около шести часов вечера в Костюковичском. 29-летний житель агрогородка Новые Самотевичи, лишенный права управления транспортом за нетрезвые поездки, находясь за рулем автомобиля «Опель», нарушил правила проезда железнодорожного переезда, выехал на запрещающий сигнал светофора и столкнулся с проходящим грузовым поездом. В результате ДТП водитель «Опеля» и 2 его пассажира погибли. 3-летний пассажир с переломами основания черепа, челюсти, таза был доставлен в больницу, врачи боролись за жизнь ребенка, однако спасти мальчика не удалось. 17 мая около 7 часов утра ребенок  умер. </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 xml:space="preserve">Маленькие пассажиры в родительских авто оказываются «заложниками» халатного отношения к их безопасности. Не понятно, куда же так спешат взрослые, тем более, если в салоне их автомобилей находятся дети. Управляя авто, вы в какой-то мере управляете и судьбами своих пассажиров, несете ответственность за бесценные детские жизни. Ни в коем случае не нарушайте установленных Правил, проявляйте повышенное внимание и осторожность. </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Необходимо помнить и строго соблюдать правила безопасной перевозки юных пассажиров. Детей в возрасте до 5 лет в легковом автомобиле нужно перевозить с обязательным использованием детских удерживающих устройств, соответствующих весу и росту ребенка. Детей в возрасте от 5 до 12 лет необходимо перевозить также с использованием удерживающих устройств или иных средств (бустеров, специальных подушек для сидения, дополнительных сидений), позволяющих безопасно пристегнуть ребенка с помощью ремней безопасности, предусмотренных конструкцией транспортного средства. Допускается перевозить детей в возрасте до 12 лет без использования указанных устройств, если рост ребенка превышает 150 сантиметров, а также в автомобиле-такси.</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
          <w:bCs/>
          <w:i/>
          <w:color w:val="000000"/>
          <w:sz w:val="28"/>
          <w:szCs w:val="28"/>
          <w:shd w:val="clear" w:color="auto" w:fill="FFFFFF"/>
        </w:rPr>
        <w:t xml:space="preserve">          </w:t>
      </w:r>
      <w:r w:rsidRPr="005013AC">
        <w:rPr>
          <w:rFonts w:ascii="Times New Roman" w:hAnsi="Times New Roman"/>
          <w:b/>
          <w:bCs/>
          <w:i/>
          <w:color w:val="000000"/>
          <w:sz w:val="28"/>
          <w:szCs w:val="28"/>
          <w:shd w:val="clear" w:color="auto" w:fill="FFFFFF"/>
        </w:rPr>
        <w:t>За неиспользование детского удерживающего устройства</w:t>
      </w:r>
      <w:r w:rsidRPr="005013AC">
        <w:rPr>
          <w:rFonts w:ascii="Times New Roman" w:hAnsi="Times New Roman"/>
          <w:bCs/>
          <w:i/>
          <w:color w:val="000000"/>
          <w:sz w:val="28"/>
          <w:szCs w:val="28"/>
          <w:shd w:val="clear" w:color="auto" w:fill="FFFFFF"/>
        </w:rPr>
        <w:t xml:space="preserve"> в случаях, когда оно обязательно, предусмотрен </w:t>
      </w:r>
      <w:r w:rsidRPr="005013AC">
        <w:rPr>
          <w:rFonts w:ascii="Times New Roman" w:hAnsi="Times New Roman"/>
          <w:b/>
          <w:bCs/>
          <w:i/>
          <w:color w:val="000000"/>
          <w:sz w:val="28"/>
          <w:szCs w:val="28"/>
          <w:shd w:val="clear" w:color="auto" w:fill="FFFFFF"/>
        </w:rPr>
        <w:t>штраф в размере до 4</w:t>
      </w:r>
      <w:r w:rsidRPr="005013AC">
        <w:rPr>
          <w:rFonts w:ascii="Times New Roman" w:hAnsi="Times New Roman"/>
          <w:b/>
          <w:bCs/>
          <w:i/>
          <w:color w:val="000000"/>
          <w:sz w:val="28"/>
          <w:szCs w:val="28"/>
          <w:shd w:val="clear" w:color="auto" w:fill="FFFFFF"/>
          <w:lang w:val="en-US"/>
        </w:rPr>
        <w:t> </w:t>
      </w:r>
      <w:r w:rsidRPr="005013AC">
        <w:rPr>
          <w:rFonts w:ascii="Times New Roman" w:hAnsi="Times New Roman"/>
          <w:b/>
          <w:bCs/>
          <w:i/>
          <w:color w:val="000000"/>
          <w:sz w:val="28"/>
          <w:szCs w:val="28"/>
          <w:shd w:val="clear" w:color="auto" w:fill="FFFFFF"/>
        </w:rPr>
        <w:t>базовых величин</w:t>
      </w:r>
      <w:r w:rsidRPr="005013AC">
        <w:rPr>
          <w:rFonts w:ascii="Times New Roman" w:hAnsi="Times New Roman"/>
          <w:bCs/>
          <w:i/>
          <w:color w:val="000000"/>
          <w:sz w:val="28"/>
          <w:szCs w:val="28"/>
          <w:shd w:val="clear" w:color="auto" w:fill="FFFFFF"/>
        </w:rPr>
        <w:t xml:space="preserve"> (ч.5 ст.18.14 Кодекса об административных правонарушениях Республики Беларусь). В случае </w:t>
      </w:r>
      <w:r w:rsidRPr="005013AC">
        <w:rPr>
          <w:rFonts w:ascii="Times New Roman" w:hAnsi="Times New Roman"/>
          <w:b/>
          <w:bCs/>
          <w:i/>
          <w:color w:val="000000"/>
          <w:sz w:val="28"/>
          <w:szCs w:val="28"/>
          <w:shd w:val="clear" w:color="auto" w:fill="FFFFFF"/>
        </w:rPr>
        <w:t>повторного</w:t>
      </w:r>
      <w:r w:rsidRPr="005013AC">
        <w:rPr>
          <w:rFonts w:ascii="Times New Roman" w:hAnsi="Times New Roman"/>
          <w:bCs/>
          <w:i/>
          <w:color w:val="000000"/>
          <w:sz w:val="28"/>
          <w:szCs w:val="28"/>
          <w:shd w:val="clear" w:color="auto" w:fill="FFFFFF"/>
        </w:rPr>
        <w:t xml:space="preserve"> такого нарушения в течение года – </w:t>
      </w:r>
      <w:r w:rsidRPr="005013AC">
        <w:rPr>
          <w:rFonts w:ascii="Times New Roman" w:hAnsi="Times New Roman"/>
          <w:b/>
          <w:bCs/>
          <w:i/>
          <w:color w:val="000000"/>
          <w:sz w:val="28"/>
          <w:szCs w:val="28"/>
          <w:shd w:val="clear" w:color="auto" w:fill="FFFFFF"/>
        </w:rPr>
        <w:t xml:space="preserve">штраф от 2 до 8-ми базовых величин </w:t>
      </w:r>
      <w:r w:rsidRPr="005013AC">
        <w:rPr>
          <w:rFonts w:ascii="Times New Roman" w:hAnsi="Times New Roman"/>
          <w:bCs/>
          <w:i/>
          <w:color w:val="000000"/>
          <w:sz w:val="28"/>
          <w:szCs w:val="28"/>
          <w:shd w:val="clear" w:color="auto" w:fill="FFFFFF"/>
        </w:rPr>
        <w:t>(ч.12 ст.18.14 КоАП РБ).</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Дети в силу своих возрастных особенностей не в полной мере воспринимают дорожную угрозу. И причины ДТП чаще не в незнании, а в невнимательности и несоблюдении Правил дорожного движения.</w:t>
      </w:r>
    </w:p>
    <w:p w:rsidR="0000094E" w:rsidRPr="005013AC" w:rsidRDefault="0000094E" w:rsidP="005013AC">
      <w:pPr>
        <w:tabs>
          <w:tab w:val="left" w:pos="2730"/>
        </w:tabs>
        <w:spacing w:after="0" w:line="240" w:lineRule="auto"/>
        <w:jc w:val="both"/>
        <w:rPr>
          <w:rFonts w:ascii="Times New Roman" w:hAnsi="Times New Roman"/>
          <w:bCs/>
          <w:i/>
          <w:color w:val="000000"/>
          <w:sz w:val="28"/>
          <w:szCs w:val="28"/>
          <w:shd w:val="clear" w:color="auto" w:fill="FFFFFF"/>
        </w:rPr>
      </w:pPr>
      <w:r>
        <w:rPr>
          <w:rFonts w:ascii="Times New Roman" w:hAnsi="Times New Roman"/>
          <w:bCs/>
          <w:i/>
          <w:color w:val="000000"/>
          <w:sz w:val="28"/>
          <w:szCs w:val="28"/>
          <w:shd w:val="clear" w:color="auto" w:fill="FFFFFF"/>
        </w:rPr>
        <w:t xml:space="preserve">         </w:t>
      </w:r>
      <w:r w:rsidRPr="005013AC">
        <w:rPr>
          <w:rFonts w:ascii="Times New Roman" w:hAnsi="Times New Roman"/>
          <w:bCs/>
          <w:i/>
          <w:color w:val="000000"/>
          <w:sz w:val="28"/>
          <w:szCs w:val="28"/>
          <w:shd w:val="clear" w:color="auto" w:fill="FFFFFF"/>
        </w:rPr>
        <w:t xml:space="preserve">20 июня в 13-00 в Могилевском районе в районе с/т «Лавсанстрой», на перекрестке улиц Сиреневая–Калиновая под колесами автомашины «ГАЗ-53» оказался 7-летний школьник, выехавший на велосипеде во встречном направлении. В результате ДТП юный велосипедист с ушиблено-рваной раной лобной области, черепно-мозговой травмой госпитализирован. </w:t>
      </w:r>
    </w:p>
    <w:p w:rsidR="0000094E" w:rsidRPr="005013AC" w:rsidRDefault="0000094E" w:rsidP="005013AC">
      <w:pPr>
        <w:tabs>
          <w:tab w:val="left" w:pos="2730"/>
        </w:tabs>
        <w:spacing w:after="0" w:line="240" w:lineRule="auto"/>
        <w:jc w:val="both"/>
        <w:rPr>
          <w:rFonts w:ascii="Times New Roman" w:hAnsi="Times New Roman"/>
          <w:bCs/>
          <w:i/>
          <w:color w:val="000000"/>
          <w:sz w:val="28"/>
          <w:szCs w:val="28"/>
          <w:shd w:val="clear" w:color="auto" w:fill="FFFFFF"/>
        </w:rPr>
      </w:pPr>
      <w:r w:rsidRPr="005013AC">
        <w:rPr>
          <w:rFonts w:ascii="Times New Roman" w:hAnsi="Times New Roman"/>
          <w:bCs/>
          <w:i/>
          <w:color w:val="000000"/>
          <w:sz w:val="28"/>
          <w:szCs w:val="28"/>
          <w:shd w:val="clear" w:color="auto" w:fill="FFFFFF"/>
        </w:rPr>
        <w:t>30 июня в 22-10 в Белыничском районе 26-летний житель районного центра, управляя автомашиной «Газель» по улице Центральной в агрогородке Ланьков, совершил наезд на переходившего проезжую часть в неустановленном месте 13-летнего жителя г.п. Белыничи. С диагнозом закрытой черепно-мозговой травмой, сотрясением головного мозга, закрытым переломом спинки носа и множественными ушибами несовершеннолетний доставлен в больницу. Световозвращающие элементы у пострадавшего отсутствовали.</w:t>
      </w:r>
    </w:p>
    <w:p w:rsidR="0000094E" w:rsidRPr="005013AC" w:rsidRDefault="0000094E" w:rsidP="005013AC">
      <w:pPr>
        <w:tabs>
          <w:tab w:val="left" w:pos="2730"/>
        </w:tabs>
        <w:spacing w:after="0" w:line="240" w:lineRule="auto"/>
        <w:jc w:val="both"/>
        <w:rPr>
          <w:rFonts w:ascii="Times New Roman" w:hAnsi="Times New Roman"/>
          <w:bCs/>
          <w:i/>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i/>
          <w:color w:val="000000"/>
          <w:sz w:val="28"/>
          <w:szCs w:val="28"/>
          <w:shd w:val="clear" w:color="auto" w:fill="FFFFFF"/>
        </w:rPr>
        <w:t>28 июля в 19-05 в г. Бобруйске 39-летний местный житель, управляя автомашиной «Форд Гелакси» по дворовой территории по улице Крылова, совершил наезд на 7-летнего бобруйчанина, перебегавшего проезжую часть дороги. В результате ДТП юный пешеход получил ушиб грудной клетки, ушиб правого бедра, травму живота. Госпитализирован.</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 xml:space="preserve">Каждому водителю необходимо помнить, что действие детей непредсказуемы и моментом возникновения опасности является уже тот момент, когда вы заметили ребенка вблизи проезжей части вне зависимости от его направления движения, до минимума снижайте скорость и будьте готовы в любой момент остановить автомобиль. Также необходимо проявлять предельную осторожность проезжая и по дворовым территориям. На пешеходных переходах в обязательном порядке пропускайте юных пешеходов. </w:t>
      </w:r>
    </w:p>
    <w:p w:rsidR="0000094E" w:rsidRPr="005013AC" w:rsidRDefault="0000094E" w:rsidP="005013AC">
      <w:pPr>
        <w:tabs>
          <w:tab w:val="left" w:pos="2730"/>
        </w:tabs>
        <w:spacing w:after="0" w:line="240" w:lineRule="auto"/>
        <w:jc w:val="both"/>
        <w:rPr>
          <w:rFonts w:ascii="Times New Roman" w:hAnsi="Times New Roman"/>
          <w:bCs/>
          <w:i/>
          <w:color w:val="000000"/>
          <w:sz w:val="28"/>
          <w:szCs w:val="28"/>
          <w:shd w:val="clear" w:color="auto" w:fill="FFFFFF"/>
        </w:rPr>
      </w:pPr>
      <w:r w:rsidRPr="005013AC">
        <w:rPr>
          <w:rFonts w:ascii="Times New Roman" w:hAnsi="Times New Roman"/>
          <w:bCs/>
          <w:color w:val="000000"/>
          <w:sz w:val="28"/>
          <w:szCs w:val="28"/>
          <w:shd w:val="clear" w:color="auto" w:fill="FFFFFF"/>
        </w:rPr>
        <w:t>Взрослые обязаны уделять особое внимание обучению детей правильному поведению на дороге. Важно, чтобы родители, находясь с детьми на улице, не допускали беспечности.</w:t>
      </w:r>
    </w:p>
    <w:p w:rsidR="0000094E" w:rsidRPr="005013AC" w:rsidRDefault="0000094E" w:rsidP="005013AC">
      <w:pPr>
        <w:tabs>
          <w:tab w:val="left" w:pos="2730"/>
        </w:tabs>
        <w:spacing w:after="0" w:line="240" w:lineRule="auto"/>
        <w:jc w:val="both"/>
        <w:rPr>
          <w:rFonts w:ascii="Times New Roman" w:hAnsi="Times New Roman"/>
          <w:b/>
          <w:bCs/>
          <w:color w:val="000000"/>
          <w:sz w:val="28"/>
          <w:szCs w:val="28"/>
          <w:shd w:val="clear" w:color="auto" w:fill="FFFFFF"/>
        </w:rPr>
      </w:pPr>
      <w:r w:rsidRPr="005013AC">
        <w:rPr>
          <w:rFonts w:ascii="Times New Roman" w:hAnsi="Times New Roman"/>
          <w:bCs/>
          <w:color w:val="000000"/>
          <w:sz w:val="28"/>
          <w:szCs w:val="28"/>
          <w:shd w:val="clear" w:color="auto" w:fill="FFFFFF"/>
        </w:rPr>
        <w:t>У</w:t>
      </w:r>
      <w:r w:rsidRPr="005013AC">
        <w:rPr>
          <w:rFonts w:ascii="Times New Roman" w:hAnsi="Times New Roman"/>
          <w:b/>
          <w:bCs/>
          <w:color w:val="000000"/>
          <w:sz w:val="28"/>
          <w:szCs w:val="28"/>
          <w:shd w:val="clear" w:color="auto" w:fill="FFFFFF"/>
        </w:rPr>
        <w:t>важаемые взрослые:</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1. Ежедневно напоминайте детям о правилах безопасного поведения на дороге;</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2. Переходите проезжую часть с детьми только на пешеходных переходах, при этом держите ребенка за руку и убедитесь, что транспорт уступает вам дорогу;</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3. При движении вдоль дороги, где нет тротуаров, двигайтесь по обочине, навстречу движению транспорта;</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4. При движении в темное время суток следует обозначить себя и ребенка световозвращающими элементами, или использовать одежду, обувь со световозвращающими вставками;</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5. Не оставляйте детей без присмотра рядом с дорогой;</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6. Во время прогулок с детьми обращайте их внимание на работу светофоров, объясняйте значение дорожных знаков, разметки, и учите их наблюдать за дорогой и предвидеть опасность;</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7. При приближении автобуса к остановке, до его полного прекращения движения к нему подходить запрещено;</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8. При выходе из общественного транспорта первыми всегда выходите Вы – взрослые и принимайте детей;</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9. Если при переходе улицы Вы держите ребенка на руках, будьте осторожны, он закрывает вам обзор улицы;</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10. Если приобрели велосипед своему ребенку, который не достиг 14-ти лет, контролируйте, чтобы он не выезжал на дорогу где движется транспорт;</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11. Особое внимание уделите детям-первоклассникам, которые становятся самостоятельными участниками дорожного движения. Продумайте безопасный путь из дома до школы и обратно. И когда ведете ребенка по данному маршруту – подробно объясняйте, почему именно так нужно идти.</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 xml:space="preserve">И помните, от того, как вы научите своего ребенка вести себя на дороге, зависят ваше спокойствие и его безопасность. </w:t>
      </w:r>
    </w:p>
    <w:p w:rsidR="0000094E" w:rsidRPr="005013AC" w:rsidRDefault="0000094E" w:rsidP="005013AC">
      <w:pPr>
        <w:tabs>
          <w:tab w:val="left" w:pos="2730"/>
        </w:tabs>
        <w:spacing w:after="0" w:line="240" w:lineRule="auto"/>
        <w:jc w:val="both"/>
        <w:rPr>
          <w:rFonts w:ascii="Times New Roman" w:hAnsi="Times New Roman"/>
          <w:b/>
          <w:bCs/>
          <w:color w:val="000000"/>
          <w:sz w:val="28"/>
          <w:szCs w:val="28"/>
          <w:shd w:val="clear" w:color="auto" w:fill="FFFFFF"/>
        </w:rPr>
      </w:pPr>
      <w:r w:rsidRPr="005013AC">
        <w:rPr>
          <w:rFonts w:ascii="Times New Roman" w:hAnsi="Times New Roman"/>
          <w:b/>
          <w:bCs/>
          <w:color w:val="000000"/>
          <w:sz w:val="28"/>
          <w:szCs w:val="28"/>
          <w:shd w:val="clear" w:color="auto" w:fill="FFFFFF"/>
        </w:rPr>
        <w:t xml:space="preserve">Мотоциклисты и скутеристы. </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Немалую тревогу вызывают дорожно-транспортные происшествия с участием водителей мотоциклов и скутеров. Зачастую их участниками становятся молодые люди, которые, не имеют достаточных навыков вождения и водительского удостоверения, не соблюдают, а порой и не знают Правила. Техническое состояние мотоциклов зачастую оставляет желать лучшего. А ведь именно с молчаливого согласия взрослых несовершеннолетние садятся за руль мототранспорта. Нередко сами родители вручают детям этот источник повышенной опасности, не задумываясь о последствиях и забывая о том, что беду легче предотвратить, чем исправить.</w:t>
      </w:r>
    </w:p>
    <w:p w:rsidR="0000094E" w:rsidRPr="005013AC" w:rsidRDefault="0000094E"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
          <w:bCs/>
          <w:color w:val="000000"/>
          <w:sz w:val="28"/>
          <w:szCs w:val="28"/>
          <w:shd w:val="clear" w:color="auto" w:fill="FFFFFF"/>
        </w:rPr>
        <w:t xml:space="preserve">Уважаемые взрослые, </w:t>
      </w:r>
      <w:r w:rsidRPr="005013AC">
        <w:rPr>
          <w:rFonts w:ascii="Times New Roman" w:hAnsi="Times New Roman"/>
          <w:bCs/>
          <w:color w:val="000000"/>
          <w:sz w:val="28"/>
          <w:szCs w:val="28"/>
          <w:shd w:val="clear" w:color="auto" w:fill="FFFFFF"/>
        </w:rPr>
        <w:t>подумайте о безопасности ваших детей, прежде чем приобрести ребенку скутер или мотоцикл. Помните также, что необходимо позаботиться о том, чтобы он изучил Правила дорожного движения, получил право управления транспортным средством соответствующей категории.</w:t>
      </w:r>
    </w:p>
    <w:p w:rsidR="0000094E" w:rsidRPr="005013AC" w:rsidRDefault="0000094E" w:rsidP="005013AC">
      <w:pPr>
        <w:tabs>
          <w:tab w:val="left" w:pos="2730"/>
        </w:tabs>
        <w:spacing w:after="0" w:line="240" w:lineRule="auto"/>
        <w:jc w:val="both"/>
        <w:rPr>
          <w:rFonts w:ascii="Times New Roman" w:hAnsi="Times New Roman"/>
          <w:b/>
          <w:bCs/>
          <w:i/>
          <w:color w:val="000000"/>
          <w:sz w:val="28"/>
          <w:szCs w:val="28"/>
          <w:shd w:val="clear" w:color="auto" w:fill="FFFFFF"/>
        </w:rPr>
      </w:pPr>
    </w:p>
    <w:p w:rsidR="0000094E" w:rsidRPr="005013AC" w:rsidRDefault="0000094E" w:rsidP="005013AC">
      <w:pPr>
        <w:tabs>
          <w:tab w:val="left" w:pos="2730"/>
        </w:tabs>
        <w:spacing w:after="0" w:line="240" w:lineRule="auto"/>
        <w:jc w:val="both"/>
        <w:rPr>
          <w:rFonts w:ascii="Times New Roman" w:hAnsi="Times New Roman"/>
          <w:b/>
          <w:bCs/>
          <w:color w:val="000000"/>
          <w:sz w:val="28"/>
          <w:szCs w:val="28"/>
          <w:shd w:val="clear" w:color="auto" w:fill="FFFFFF"/>
        </w:rPr>
      </w:pPr>
      <w:r w:rsidRPr="005013AC">
        <w:rPr>
          <w:rFonts w:ascii="Times New Roman" w:hAnsi="Times New Roman"/>
          <w:bCs/>
          <w:color w:val="000000"/>
          <w:sz w:val="28"/>
          <w:szCs w:val="28"/>
          <w:shd w:val="clear" w:color="auto" w:fill="FFFFFF"/>
        </w:rPr>
        <w:t xml:space="preserve">В связи с окончанием летних каникул и началом нового учебного года, в целях предупреждения ДТП с участием детей в период </w:t>
      </w:r>
      <w:r w:rsidRPr="005013AC">
        <w:rPr>
          <w:rFonts w:ascii="Times New Roman" w:hAnsi="Times New Roman"/>
          <w:b/>
          <w:bCs/>
          <w:color w:val="000000"/>
          <w:sz w:val="28"/>
          <w:szCs w:val="28"/>
          <w:shd w:val="clear" w:color="auto" w:fill="FFFFFF"/>
        </w:rPr>
        <w:t>с 25 августа по 5 сентября</w:t>
      </w:r>
      <w:r w:rsidRPr="005013AC">
        <w:rPr>
          <w:rFonts w:ascii="Times New Roman" w:hAnsi="Times New Roman"/>
          <w:bCs/>
          <w:color w:val="000000"/>
          <w:sz w:val="28"/>
          <w:szCs w:val="28"/>
          <w:shd w:val="clear" w:color="auto" w:fill="FFFFFF"/>
        </w:rPr>
        <w:t xml:space="preserve"> будет проводиться специальное комплексное мероприятие </w:t>
      </w:r>
      <w:r w:rsidRPr="005013AC">
        <w:rPr>
          <w:rFonts w:ascii="Times New Roman" w:hAnsi="Times New Roman"/>
          <w:b/>
          <w:bCs/>
          <w:color w:val="000000"/>
          <w:sz w:val="28"/>
          <w:szCs w:val="28"/>
          <w:shd w:val="clear" w:color="auto" w:fill="FFFFFF"/>
        </w:rPr>
        <w:t>«Внимание – дети!». Во время проведения данного мероприятия водителям необходимо двигаться в светлое время суток с включенным на транспортном средстве ближним светом фар. За невыполнение данного требования Правил предусмотрена административная ответственность в виде штрафа до 2-х базовых величин (ст.18.14 ч.3 Кодекса об административных правонарушениях Республики Беларусь).</w:t>
      </w:r>
    </w:p>
    <w:p w:rsidR="0000094E" w:rsidRPr="005013AC" w:rsidRDefault="0000094E" w:rsidP="005013AC">
      <w:pPr>
        <w:tabs>
          <w:tab w:val="left" w:pos="2730"/>
        </w:tabs>
        <w:spacing w:after="0" w:line="240" w:lineRule="auto"/>
        <w:jc w:val="both"/>
        <w:rPr>
          <w:rFonts w:ascii="Times New Roman" w:hAnsi="Times New Roman"/>
          <w:b/>
          <w:bCs/>
          <w:color w:val="000000"/>
          <w:sz w:val="28"/>
          <w:szCs w:val="28"/>
          <w:shd w:val="clear" w:color="auto" w:fill="FFFFFF"/>
        </w:rPr>
      </w:pPr>
      <w:r w:rsidRPr="005013AC">
        <w:rPr>
          <w:rFonts w:ascii="Times New Roman" w:hAnsi="Times New Roman"/>
          <w:b/>
          <w:bCs/>
          <w:color w:val="000000"/>
          <w:sz w:val="28"/>
          <w:szCs w:val="28"/>
          <w:shd w:val="clear" w:color="auto" w:fill="FFFFFF"/>
        </w:rPr>
        <w:t>28 августа</w:t>
      </w:r>
      <w:r w:rsidRPr="005013AC">
        <w:rPr>
          <w:rFonts w:ascii="Times New Roman" w:hAnsi="Times New Roman"/>
          <w:bCs/>
          <w:color w:val="000000"/>
          <w:sz w:val="28"/>
          <w:szCs w:val="28"/>
          <w:shd w:val="clear" w:color="auto" w:fill="FFFFFF"/>
        </w:rPr>
        <w:t xml:space="preserve"> по всей республике пройдет Единый день безопасности дорожного движения под девизом </w:t>
      </w:r>
      <w:r w:rsidRPr="005013AC">
        <w:rPr>
          <w:rFonts w:ascii="Times New Roman" w:hAnsi="Times New Roman"/>
          <w:b/>
          <w:bCs/>
          <w:color w:val="000000"/>
          <w:sz w:val="28"/>
          <w:szCs w:val="28"/>
          <w:shd w:val="clear" w:color="auto" w:fill="FFFFFF"/>
        </w:rPr>
        <w:t>«Первый и главный урок – безопасность!».</w:t>
      </w:r>
    </w:p>
    <w:p w:rsidR="0000094E" w:rsidRDefault="0000094E" w:rsidP="00AA5BCC">
      <w:pPr>
        <w:tabs>
          <w:tab w:val="left" w:pos="2730"/>
        </w:tabs>
        <w:spacing w:after="0" w:line="240" w:lineRule="auto"/>
        <w:jc w:val="both"/>
        <w:rPr>
          <w:rStyle w:val="Emphasis"/>
          <w:rFonts w:ascii="Times New Roman" w:hAnsi="Times New Roman"/>
          <w:bCs/>
          <w:i w:val="0"/>
          <w:iCs w:val="0"/>
          <w:color w:val="000000"/>
          <w:sz w:val="28"/>
          <w:szCs w:val="28"/>
          <w:shd w:val="clear" w:color="auto" w:fill="FFFFFF"/>
        </w:rPr>
      </w:pPr>
    </w:p>
    <w:p w:rsidR="0000094E" w:rsidRPr="005013AC" w:rsidRDefault="0000094E" w:rsidP="00AA5BCC">
      <w:pPr>
        <w:tabs>
          <w:tab w:val="left" w:pos="2730"/>
        </w:tabs>
        <w:spacing w:after="0" w:line="240" w:lineRule="auto"/>
        <w:jc w:val="both"/>
        <w:rPr>
          <w:rStyle w:val="Emphasis"/>
          <w:rFonts w:ascii="Times New Roman" w:hAnsi="Times New Roman"/>
          <w:bCs/>
          <w:i w:val="0"/>
          <w:iCs w:val="0"/>
          <w:color w:val="000000"/>
          <w:sz w:val="24"/>
          <w:szCs w:val="24"/>
          <w:shd w:val="clear" w:color="auto" w:fill="FFFFFF"/>
        </w:rPr>
      </w:pPr>
      <w:r>
        <w:rPr>
          <w:rStyle w:val="Emphasis"/>
          <w:rFonts w:ascii="Times New Roman" w:hAnsi="Times New Roman"/>
          <w:bCs/>
          <w:i w:val="0"/>
          <w:iCs w:val="0"/>
          <w:color w:val="000000"/>
          <w:sz w:val="28"/>
          <w:szCs w:val="28"/>
          <w:shd w:val="clear" w:color="auto" w:fill="FFFFFF"/>
        </w:rPr>
        <w:tab/>
      </w:r>
      <w:r>
        <w:rPr>
          <w:rStyle w:val="Emphasis"/>
          <w:rFonts w:ascii="Times New Roman" w:hAnsi="Times New Roman"/>
          <w:bCs/>
          <w:i w:val="0"/>
          <w:iCs w:val="0"/>
          <w:color w:val="000000"/>
          <w:sz w:val="28"/>
          <w:szCs w:val="28"/>
          <w:shd w:val="clear" w:color="auto" w:fill="FFFFFF"/>
        </w:rPr>
        <w:tab/>
      </w:r>
      <w:r>
        <w:rPr>
          <w:rStyle w:val="Emphasis"/>
          <w:rFonts w:ascii="Times New Roman" w:hAnsi="Times New Roman"/>
          <w:bCs/>
          <w:i w:val="0"/>
          <w:iCs w:val="0"/>
          <w:color w:val="000000"/>
          <w:sz w:val="28"/>
          <w:szCs w:val="28"/>
          <w:shd w:val="clear" w:color="auto" w:fill="FFFFFF"/>
        </w:rPr>
        <w:tab/>
      </w:r>
      <w:r>
        <w:rPr>
          <w:rStyle w:val="Emphasis"/>
          <w:rFonts w:ascii="Times New Roman" w:hAnsi="Times New Roman"/>
          <w:bCs/>
          <w:i w:val="0"/>
          <w:iCs w:val="0"/>
          <w:color w:val="000000"/>
          <w:sz w:val="28"/>
          <w:szCs w:val="28"/>
          <w:shd w:val="clear" w:color="auto" w:fill="FFFFFF"/>
        </w:rPr>
        <w:tab/>
      </w:r>
      <w:r>
        <w:rPr>
          <w:rStyle w:val="Emphasis"/>
          <w:rFonts w:ascii="Times New Roman" w:hAnsi="Times New Roman"/>
          <w:bCs/>
          <w:i w:val="0"/>
          <w:iCs w:val="0"/>
          <w:color w:val="000000"/>
          <w:sz w:val="28"/>
          <w:szCs w:val="28"/>
          <w:shd w:val="clear" w:color="auto" w:fill="FFFFFF"/>
        </w:rPr>
        <w:tab/>
      </w:r>
      <w:r>
        <w:rPr>
          <w:rStyle w:val="Emphasis"/>
          <w:rFonts w:ascii="Times New Roman" w:hAnsi="Times New Roman"/>
          <w:bCs/>
          <w:i w:val="0"/>
          <w:iCs w:val="0"/>
          <w:color w:val="000000"/>
          <w:sz w:val="28"/>
          <w:szCs w:val="28"/>
          <w:shd w:val="clear" w:color="auto" w:fill="FFFFFF"/>
        </w:rPr>
        <w:tab/>
      </w:r>
    </w:p>
    <w:p w:rsidR="0000094E" w:rsidRPr="005013AC" w:rsidRDefault="0000094E" w:rsidP="00AA5BCC">
      <w:pPr>
        <w:tabs>
          <w:tab w:val="left" w:pos="2730"/>
        </w:tabs>
        <w:spacing w:after="0" w:line="240" w:lineRule="auto"/>
        <w:jc w:val="both"/>
        <w:rPr>
          <w:rStyle w:val="Emphasis"/>
          <w:rFonts w:ascii="Times New Roman" w:hAnsi="Times New Roman"/>
          <w:bCs/>
          <w:i w:val="0"/>
          <w:iCs w:val="0"/>
          <w:color w:val="000000"/>
          <w:sz w:val="24"/>
          <w:szCs w:val="24"/>
          <w:shd w:val="clear" w:color="auto" w:fill="FFFFFF"/>
        </w:rPr>
      </w:pPr>
      <w:r w:rsidRPr="005013AC">
        <w:rPr>
          <w:rStyle w:val="Emphasis"/>
          <w:rFonts w:ascii="Times New Roman" w:hAnsi="Times New Roman"/>
          <w:bCs/>
          <w:i w:val="0"/>
          <w:iCs w:val="0"/>
          <w:color w:val="000000"/>
          <w:sz w:val="24"/>
          <w:szCs w:val="24"/>
          <w:shd w:val="clear" w:color="auto" w:fill="FFFFFF"/>
        </w:rPr>
        <w:tab/>
      </w:r>
      <w:r w:rsidRPr="005013AC">
        <w:rPr>
          <w:rStyle w:val="Emphasis"/>
          <w:rFonts w:ascii="Times New Roman" w:hAnsi="Times New Roman"/>
          <w:bCs/>
          <w:i w:val="0"/>
          <w:iCs w:val="0"/>
          <w:color w:val="000000"/>
          <w:sz w:val="24"/>
          <w:szCs w:val="24"/>
          <w:shd w:val="clear" w:color="auto" w:fill="FFFFFF"/>
        </w:rPr>
        <w:tab/>
      </w:r>
      <w:r w:rsidRPr="005013AC">
        <w:rPr>
          <w:rStyle w:val="Emphasis"/>
          <w:rFonts w:ascii="Times New Roman" w:hAnsi="Times New Roman"/>
          <w:bCs/>
          <w:i w:val="0"/>
          <w:iCs w:val="0"/>
          <w:color w:val="000000"/>
          <w:sz w:val="24"/>
          <w:szCs w:val="24"/>
          <w:shd w:val="clear" w:color="auto" w:fill="FFFFFF"/>
        </w:rPr>
        <w:tab/>
      </w:r>
      <w:r w:rsidRPr="005013AC">
        <w:rPr>
          <w:rStyle w:val="Emphasis"/>
          <w:rFonts w:ascii="Times New Roman" w:hAnsi="Times New Roman"/>
          <w:bCs/>
          <w:i w:val="0"/>
          <w:iCs w:val="0"/>
          <w:color w:val="000000"/>
          <w:sz w:val="24"/>
          <w:szCs w:val="24"/>
          <w:shd w:val="clear" w:color="auto" w:fill="FFFFFF"/>
        </w:rPr>
        <w:tab/>
      </w:r>
      <w:r w:rsidRPr="005013AC">
        <w:rPr>
          <w:rStyle w:val="Emphasis"/>
          <w:rFonts w:ascii="Times New Roman" w:hAnsi="Times New Roman"/>
          <w:bCs/>
          <w:i w:val="0"/>
          <w:iCs w:val="0"/>
          <w:color w:val="000000"/>
          <w:sz w:val="24"/>
          <w:szCs w:val="24"/>
          <w:shd w:val="clear" w:color="auto" w:fill="FFFFFF"/>
        </w:rPr>
        <w:tab/>
      </w:r>
      <w:r w:rsidRPr="005013AC">
        <w:rPr>
          <w:rStyle w:val="Emphasis"/>
          <w:rFonts w:ascii="Times New Roman" w:hAnsi="Times New Roman"/>
          <w:bCs/>
          <w:i w:val="0"/>
          <w:iCs w:val="0"/>
          <w:color w:val="000000"/>
          <w:sz w:val="24"/>
          <w:szCs w:val="24"/>
          <w:shd w:val="clear" w:color="auto" w:fill="FFFFFF"/>
        </w:rPr>
        <w:tab/>
      </w:r>
      <w:r w:rsidRPr="005013AC">
        <w:rPr>
          <w:rStyle w:val="Emphasis"/>
          <w:rFonts w:ascii="Times New Roman" w:hAnsi="Times New Roman"/>
          <w:bCs/>
          <w:i w:val="0"/>
          <w:iCs w:val="0"/>
          <w:color w:val="000000"/>
          <w:sz w:val="24"/>
          <w:szCs w:val="24"/>
          <w:shd w:val="clear" w:color="auto" w:fill="FFFFFF"/>
        </w:rPr>
        <w:tab/>
        <w:t>ГАИ УВД Могоблисполкома</w:t>
      </w:r>
    </w:p>
    <w:sectPr w:rsidR="0000094E" w:rsidRPr="005013AC" w:rsidSect="008C3795">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94E" w:rsidRDefault="0000094E" w:rsidP="007C50DC">
      <w:pPr>
        <w:spacing w:after="0" w:line="240" w:lineRule="auto"/>
      </w:pPr>
      <w:r>
        <w:separator/>
      </w:r>
    </w:p>
  </w:endnote>
  <w:endnote w:type="continuationSeparator" w:id="0">
    <w:p w:rsidR="0000094E" w:rsidRDefault="0000094E" w:rsidP="007C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94E" w:rsidRDefault="0000094E" w:rsidP="007C50DC">
      <w:pPr>
        <w:spacing w:after="0" w:line="240" w:lineRule="auto"/>
      </w:pPr>
      <w:r>
        <w:separator/>
      </w:r>
    </w:p>
  </w:footnote>
  <w:footnote w:type="continuationSeparator" w:id="0">
    <w:p w:rsidR="0000094E" w:rsidRDefault="0000094E" w:rsidP="007C50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94E" w:rsidRPr="00BD126A" w:rsidRDefault="0000094E">
    <w:pPr>
      <w:pStyle w:val="Header"/>
      <w:jc w:val="center"/>
      <w:rPr>
        <w:rFonts w:ascii="Times New Roman" w:hAnsi="Times New Roman"/>
        <w:sz w:val="24"/>
        <w:szCs w:val="24"/>
      </w:rPr>
    </w:pPr>
    <w:r w:rsidRPr="00BD126A">
      <w:rPr>
        <w:rFonts w:ascii="Times New Roman" w:hAnsi="Times New Roman"/>
        <w:sz w:val="24"/>
        <w:szCs w:val="24"/>
      </w:rPr>
      <w:fldChar w:fldCharType="begin"/>
    </w:r>
    <w:r w:rsidRPr="00BD126A">
      <w:rPr>
        <w:rFonts w:ascii="Times New Roman" w:hAnsi="Times New Roman"/>
        <w:sz w:val="24"/>
        <w:szCs w:val="24"/>
      </w:rPr>
      <w:instrText>PAGE   \* MERGEFORMAT</w:instrText>
    </w:r>
    <w:r w:rsidRPr="00BD126A">
      <w:rPr>
        <w:rFonts w:ascii="Times New Roman" w:hAnsi="Times New Roman"/>
        <w:sz w:val="24"/>
        <w:szCs w:val="24"/>
      </w:rPr>
      <w:fldChar w:fldCharType="separate"/>
    </w:r>
    <w:r>
      <w:rPr>
        <w:rFonts w:ascii="Times New Roman" w:hAnsi="Times New Roman"/>
        <w:noProof/>
        <w:sz w:val="24"/>
        <w:szCs w:val="24"/>
      </w:rPr>
      <w:t>4</w:t>
    </w:r>
    <w:r w:rsidRPr="00BD126A">
      <w:rPr>
        <w:rFonts w:ascii="Times New Roman" w:hAnsi="Times New Roman"/>
        <w:sz w:val="24"/>
        <w:szCs w:val="24"/>
      </w:rPr>
      <w:fldChar w:fldCharType="end"/>
    </w:r>
  </w:p>
  <w:p w:rsidR="0000094E" w:rsidRDefault="000009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E6FC4"/>
    <w:multiLevelType w:val="hybridMultilevel"/>
    <w:tmpl w:val="77546B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0E71ABB"/>
    <w:multiLevelType w:val="hybridMultilevel"/>
    <w:tmpl w:val="6FBE2E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2F26596"/>
    <w:multiLevelType w:val="singleLevel"/>
    <w:tmpl w:val="0EBE0FE8"/>
    <w:lvl w:ilvl="0">
      <w:start w:val="1"/>
      <w:numFmt w:val="decimal"/>
      <w:lvlText w:val="%1."/>
      <w:legacy w:legacy="1" w:legacySpace="0" w:legacyIndent="249"/>
      <w:lvlJc w:val="left"/>
      <w:rPr>
        <w:rFonts w:ascii="Times New Roman" w:hAnsi="Times New Roman" w:cs="Times New Roman" w:hint="default"/>
      </w:rPr>
    </w:lvl>
  </w:abstractNum>
  <w:abstractNum w:abstractNumId="3">
    <w:nsid w:val="54545C44"/>
    <w:multiLevelType w:val="hybridMultilevel"/>
    <w:tmpl w:val="CA8629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2421"/>
    <w:rsid w:val="0000094E"/>
    <w:rsid w:val="00025B5E"/>
    <w:rsid w:val="00025BCC"/>
    <w:rsid w:val="00032D7E"/>
    <w:rsid w:val="0004078C"/>
    <w:rsid w:val="000468D5"/>
    <w:rsid w:val="00072E3A"/>
    <w:rsid w:val="00074141"/>
    <w:rsid w:val="0008439C"/>
    <w:rsid w:val="00085DC9"/>
    <w:rsid w:val="00090E6F"/>
    <w:rsid w:val="000A5E4A"/>
    <w:rsid w:val="000B37CE"/>
    <w:rsid w:val="000B397C"/>
    <w:rsid w:val="000C105E"/>
    <w:rsid w:val="000C1F5D"/>
    <w:rsid w:val="000C63AD"/>
    <w:rsid w:val="000D1970"/>
    <w:rsid w:val="000D2680"/>
    <w:rsid w:val="000D2DDF"/>
    <w:rsid w:val="000D6BAD"/>
    <w:rsid w:val="000E43FB"/>
    <w:rsid w:val="000F1020"/>
    <w:rsid w:val="000F7B99"/>
    <w:rsid w:val="00106FA3"/>
    <w:rsid w:val="00110D70"/>
    <w:rsid w:val="00115D77"/>
    <w:rsid w:val="00117779"/>
    <w:rsid w:val="00124B3E"/>
    <w:rsid w:val="00125FFF"/>
    <w:rsid w:val="0012627F"/>
    <w:rsid w:val="00146CFB"/>
    <w:rsid w:val="00152802"/>
    <w:rsid w:val="00165BAA"/>
    <w:rsid w:val="001740EA"/>
    <w:rsid w:val="00182148"/>
    <w:rsid w:val="00183D01"/>
    <w:rsid w:val="001934C7"/>
    <w:rsid w:val="00195F4D"/>
    <w:rsid w:val="001A2134"/>
    <w:rsid w:val="001B160E"/>
    <w:rsid w:val="001B1758"/>
    <w:rsid w:val="001B6855"/>
    <w:rsid w:val="001B6ABC"/>
    <w:rsid w:val="001E3AB8"/>
    <w:rsid w:val="001F0EAD"/>
    <w:rsid w:val="002072EE"/>
    <w:rsid w:val="00214D8F"/>
    <w:rsid w:val="00221B48"/>
    <w:rsid w:val="00222C8A"/>
    <w:rsid w:val="0022656B"/>
    <w:rsid w:val="00250D0F"/>
    <w:rsid w:val="00280F84"/>
    <w:rsid w:val="00281236"/>
    <w:rsid w:val="00290B8F"/>
    <w:rsid w:val="002A00F5"/>
    <w:rsid w:val="002A2B36"/>
    <w:rsid w:val="002B29B3"/>
    <w:rsid w:val="002B37F6"/>
    <w:rsid w:val="002C5242"/>
    <w:rsid w:val="002D7D8C"/>
    <w:rsid w:val="002F452E"/>
    <w:rsid w:val="002F57A2"/>
    <w:rsid w:val="003046BF"/>
    <w:rsid w:val="00314D39"/>
    <w:rsid w:val="00344F63"/>
    <w:rsid w:val="003642DF"/>
    <w:rsid w:val="003649C4"/>
    <w:rsid w:val="00376411"/>
    <w:rsid w:val="003841AB"/>
    <w:rsid w:val="003849F3"/>
    <w:rsid w:val="003A1DDE"/>
    <w:rsid w:val="003B2679"/>
    <w:rsid w:val="003E210D"/>
    <w:rsid w:val="003F156C"/>
    <w:rsid w:val="003F25FC"/>
    <w:rsid w:val="003F4322"/>
    <w:rsid w:val="00401C08"/>
    <w:rsid w:val="004109B8"/>
    <w:rsid w:val="00424ACC"/>
    <w:rsid w:val="004471A1"/>
    <w:rsid w:val="00467B5D"/>
    <w:rsid w:val="00470ADC"/>
    <w:rsid w:val="00472EF3"/>
    <w:rsid w:val="00483EE0"/>
    <w:rsid w:val="004A17D4"/>
    <w:rsid w:val="004A21D4"/>
    <w:rsid w:val="004A23E1"/>
    <w:rsid w:val="004A3A3E"/>
    <w:rsid w:val="004A45E9"/>
    <w:rsid w:val="004A69D4"/>
    <w:rsid w:val="004B0CD6"/>
    <w:rsid w:val="004B2453"/>
    <w:rsid w:val="004B2D7E"/>
    <w:rsid w:val="004B4854"/>
    <w:rsid w:val="004B56E4"/>
    <w:rsid w:val="004C1E9F"/>
    <w:rsid w:val="004F147D"/>
    <w:rsid w:val="005013AC"/>
    <w:rsid w:val="00511B80"/>
    <w:rsid w:val="0051644F"/>
    <w:rsid w:val="00524F52"/>
    <w:rsid w:val="00533E17"/>
    <w:rsid w:val="0053425B"/>
    <w:rsid w:val="00565ED9"/>
    <w:rsid w:val="00571623"/>
    <w:rsid w:val="005762CC"/>
    <w:rsid w:val="00590D3B"/>
    <w:rsid w:val="00593D1A"/>
    <w:rsid w:val="005B3556"/>
    <w:rsid w:val="005C0E7C"/>
    <w:rsid w:val="005E2A9E"/>
    <w:rsid w:val="005E3B0B"/>
    <w:rsid w:val="005E52FF"/>
    <w:rsid w:val="005E5CD7"/>
    <w:rsid w:val="005E6DA3"/>
    <w:rsid w:val="006430CE"/>
    <w:rsid w:val="006445BB"/>
    <w:rsid w:val="006450CC"/>
    <w:rsid w:val="00647451"/>
    <w:rsid w:val="0065195C"/>
    <w:rsid w:val="00662467"/>
    <w:rsid w:val="006636E5"/>
    <w:rsid w:val="006658AE"/>
    <w:rsid w:val="006740A6"/>
    <w:rsid w:val="00696409"/>
    <w:rsid w:val="006A60EE"/>
    <w:rsid w:val="006B08C7"/>
    <w:rsid w:val="006B40EA"/>
    <w:rsid w:val="006C45FC"/>
    <w:rsid w:val="006C6D78"/>
    <w:rsid w:val="006D5782"/>
    <w:rsid w:val="006E2A8F"/>
    <w:rsid w:val="006F7E41"/>
    <w:rsid w:val="00714877"/>
    <w:rsid w:val="0073625A"/>
    <w:rsid w:val="007546C1"/>
    <w:rsid w:val="0077255A"/>
    <w:rsid w:val="0077415F"/>
    <w:rsid w:val="00780EFF"/>
    <w:rsid w:val="0079468C"/>
    <w:rsid w:val="007A321A"/>
    <w:rsid w:val="007C50DC"/>
    <w:rsid w:val="007E31F2"/>
    <w:rsid w:val="007F6695"/>
    <w:rsid w:val="00806DE6"/>
    <w:rsid w:val="00807B5E"/>
    <w:rsid w:val="008128D1"/>
    <w:rsid w:val="0083371E"/>
    <w:rsid w:val="00836370"/>
    <w:rsid w:val="0086630F"/>
    <w:rsid w:val="00866E97"/>
    <w:rsid w:val="00867BC8"/>
    <w:rsid w:val="00882208"/>
    <w:rsid w:val="00897BA5"/>
    <w:rsid w:val="00897C3F"/>
    <w:rsid w:val="008A2862"/>
    <w:rsid w:val="008A3FC1"/>
    <w:rsid w:val="008C3795"/>
    <w:rsid w:val="008C51FC"/>
    <w:rsid w:val="008D1E9D"/>
    <w:rsid w:val="008D518A"/>
    <w:rsid w:val="008D5856"/>
    <w:rsid w:val="008D7498"/>
    <w:rsid w:val="008D79B9"/>
    <w:rsid w:val="008E2CEC"/>
    <w:rsid w:val="00900635"/>
    <w:rsid w:val="00902EEA"/>
    <w:rsid w:val="00926500"/>
    <w:rsid w:val="00933D55"/>
    <w:rsid w:val="009352A4"/>
    <w:rsid w:val="00950E27"/>
    <w:rsid w:val="00954EB1"/>
    <w:rsid w:val="009636AE"/>
    <w:rsid w:val="009664DB"/>
    <w:rsid w:val="00974FB2"/>
    <w:rsid w:val="009768D5"/>
    <w:rsid w:val="00977B69"/>
    <w:rsid w:val="00977FBB"/>
    <w:rsid w:val="009969A5"/>
    <w:rsid w:val="00997CFB"/>
    <w:rsid w:val="009B3ACD"/>
    <w:rsid w:val="009C12A4"/>
    <w:rsid w:val="009D2D44"/>
    <w:rsid w:val="009E1BF5"/>
    <w:rsid w:val="009E3C81"/>
    <w:rsid w:val="00A01F8C"/>
    <w:rsid w:val="00A044E9"/>
    <w:rsid w:val="00A25EEF"/>
    <w:rsid w:val="00A32565"/>
    <w:rsid w:val="00A3563E"/>
    <w:rsid w:val="00A43788"/>
    <w:rsid w:val="00A54EB0"/>
    <w:rsid w:val="00A554A2"/>
    <w:rsid w:val="00A665C6"/>
    <w:rsid w:val="00A73D53"/>
    <w:rsid w:val="00A743C4"/>
    <w:rsid w:val="00A93C91"/>
    <w:rsid w:val="00A97714"/>
    <w:rsid w:val="00AA5BCC"/>
    <w:rsid w:val="00AB0974"/>
    <w:rsid w:val="00AC66AA"/>
    <w:rsid w:val="00AE2F44"/>
    <w:rsid w:val="00AE49F2"/>
    <w:rsid w:val="00AF4D07"/>
    <w:rsid w:val="00B00EA7"/>
    <w:rsid w:val="00B027B7"/>
    <w:rsid w:val="00B073FC"/>
    <w:rsid w:val="00B17021"/>
    <w:rsid w:val="00B22B1E"/>
    <w:rsid w:val="00B32FFF"/>
    <w:rsid w:val="00B36F0A"/>
    <w:rsid w:val="00B4539E"/>
    <w:rsid w:val="00B706DA"/>
    <w:rsid w:val="00B731D1"/>
    <w:rsid w:val="00B816FF"/>
    <w:rsid w:val="00B8712A"/>
    <w:rsid w:val="00B87695"/>
    <w:rsid w:val="00B90461"/>
    <w:rsid w:val="00B91330"/>
    <w:rsid w:val="00BA3F40"/>
    <w:rsid w:val="00BB6101"/>
    <w:rsid w:val="00BC199C"/>
    <w:rsid w:val="00BC34C0"/>
    <w:rsid w:val="00BC547A"/>
    <w:rsid w:val="00BD126A"/>
    <w:rsid w:val="00BE5932"/>
    <w:rsid w:val="00C0501B"/>
    <w:rsid w:val="00C1682E"/>
    <w:rsid w:val="00C31DDC"/>
    <w:rsid w:val="00C415C4"/>
    <w:rsid w:val="00C45F84"/>
    <w:rsid w:val="00C4796A"/>
    <w:rsid w:val="00C660CC"/>
    <w:rsid w:val="00C70F19"/>
    <w:rsid w:val="00C7517A"/>
    <w:rsid w:val="00CB56AF"/>
    <w:rsid w:val="00CB5CF9"/>
    <w:rsid w:val="00CB6E0D"/>
    <w:rsid w:val="00CC7DC1"/>
    <w:rsid w:val="00CD0C03"/>
    <w:rsid w:val="00CE1D6B"/>
    <w:rsid w:val="00CE796D"/>
    <w:rsid w:val="00CF7C8C"/>
    <w:rsid w:val="00D0603C"/>
    <w:rsid w:val="00D06944"/>
    <w:rsid w:val="00D12308"/>
    <w:rsid w:val="00D242E2"/>
    <w:rsid w:val="00D419E2"/>
    <w:rsid w:val="00D41DA6"/>
    <w:rsid w:val="00D5362F"/>
    <w:rsid w:val="00D556CD"/>
    <w:rsid w:val="00D83A75"/>
    <w:rsid w:val="00DB6526"/>
    <w:rsid w:val="00DC331B"/>
    <w:rsid w:val="00DE78A1"/>
    <w:rsid w:val="00DF2421"/>
    <w:rsid w:val="00DF4D84"/>
    <w:rsid w:val="00DF79CD"/>
    <w:rsid w:val="00E013D2"/>
    <w:rsid w:val="00E04652"/>
    <w:rsid w:val="00E04DCD"/>
    <w:rsid w:val="00E066B6"/>
    <w:rsid w:val="00E11A11"/>
    <w:rsid w:val="00E14679"/>
    <w:rsid w:val="00E27B50"/>
    <w:rsid w:val="00E30879"/>
    <w:rsid w:val="00E41D48"/>
    <w:rsid w:val="00E51235"/>
    <w:rsid w:val="00E67045"/>
    <w:rsid w:val="00E7602F"/>
    <w:rsid w:val="00E83E1F"/>
    <w:rsid w:val="00E85596"/>
    <w:rsid w:val="00E941D6"/>
    <w:rsid w:val="00EA4C6D"/>
    <w:rsid w:val="00EA6ABF"/>
    <w:rsid w:val="00EB1CEC"/>
    <w:rsid w:val="00EC1F83"/>
    <w:rsid w:val="00EC3189"/>
    <w:rsid w:val="00EE6A1A"/>
    <w:rsid w:val="00EF0822"/>
    <w:rsid w:val="00EF7C51"/>
    <w:rsid w:val="00F32104"/>
    <w:rsid w:val="00F4339B"/>
    <w:rsid w:val="00F46FA4"/>
    <w:rsid w:val="00F56942"/>
    <w:rsid w:val="00F645DE"/>
    <w:rsid w:val="00F70DAA"/>
    <w:rsid w:val="00FD498A"/>
    <w:rsid w:val="00FE3AF4"/>
    <w:rsid w:val="00FF337E"/>
    <w:rsid w:val="00FF6A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96D"/>
    <w:pPr>
      <w:spacing w:after="200" w:line="276" w:lineRule="auto"/>
    </w:pPr>
    <w:rPr>
      <w:lang w:eastAsia="en-US"/>
    </w:rPr>
  </w:style>
  <w:style w:type="paragraph" w:styleId="Heading3">
    <w:name w:val="heading 3"/>
    <w:basedOn w:val="Normal"/>
    <w:next w:val="Normal"/>
    <w:link w:val="Heading3Char"/>
    <w:uiPriority w:val="99"/>
    <w:qFormat/>
    <w:locked/>
    <w:rsid w:val="00FE3AF4"/>
    <w:pPr>
      <w:keepNext/>
      <w:spacing w:after="0" w:line="240" w:lineRule="auto"/>
      <w:jc w:val="center"/>
      <w:outlineLvl w:val="2"/>
    </w:pPr>
    <w:rPr>
      <w:rFonts w:ascii="Times New Roman" w:eastAsia="Times New Roman" w:hAnsi="Times New Roman"/>
      <w:b/>
      <w:sz w:val="24"/>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FE3AF4"/>
    <w:rPr>
      <w:rFonts w:ascii="Times New Roman" w:hAnsi="Times New Roman" w:cs="Times New Roman"/>
      <w:b/>
      <w:sz w:val="24"/>
    </w:rPr>
  </w:style>
  <w:style w:type="paragraph" w:styleId="NormalWeb">
    <w:name w:val="Normal (Web)"/>
    <w:aliases w:val="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
    <w:basedOn w:val="Normal"/>
    <w:link w:val="NormalWebChar"/>
    <w:uiPriority w:val="99"/>
    <w:rsid w:val="00696409"/>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CB56AF"/>
    <w:rPr>
      <w:rFonts w:cs="Times New Roman"/>
      <w:color w:val="0000FF"/>
      <w:u w:val="single"/>
    </w:rPr>
  </w:style>
  <w:style w:type="paragraph" w:styleId="Header">
    <w:name w:val="header"/>
    <w:basedOn w:val="Normal"/>
    <w:link w:val="HeaderChar"/>
    <w:uiPriority w:val="99"/>
    <w:rsid w:val="007C50D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C50DC"/>
    <w:rPr>
      <w:rFonts w:cs="Times New Roman"/>
    </w:rPr>
  </w:style>
  <w:style w:type="paragraph" w:styleId="Footer">
    <w:name w:val="footer"/>
    <w:basedOn w:val="Normal"/>
    <w:link w:val="FooterChar"/>
    <w:uiPriority w:val="99"/>
    <w:rsid w:val="007C50D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C50DC"/>
    <w:rPr>
      <w:rFonts w:cs="Times New Roman"/>
    </w:rPr>
  </w:style>
  <w:style w:type="character" w:customStyle="1" w:styleId="apple-converted-space">
    <w:name w:val="apple-converted-space"/>
    <w:basedOn w:val="DefaultParagraphFont"/>
    <w:uiPriority w:val="99"/>
    <w:rsid w:val="002A00F5"/>
    <w:rPr>
      <w:rFonts w:cs="Times New Roman"/>
    </w:rPr>
  </w:style>
  <w:style w:type="character" w:styleId="Emphasis">
    <w:name w:val="Emphasis"/>
    <w:basedOn w:val="DefaultParagraphFont"/>
    <w:uiPriority w:val="99"/>
    <w:qFormat/>
    <w:rsid w:val="002A00F5"/>
    <w:rPr>
      <w:rFonts w:cs="Times New Roman"/>
      <w:i/>
      <w:iCs/>
    </w:rPr>
  </w:style>
  <w:style w:type="paragraph" w:styleId="BalloonText">
    <w:name w:val="Balloon Text"/>
    <w:basedOn w:val="Normal"/>
    <w:link w:val="BalloonTextChar"/>
    <w:uiPriority w:val="99"/>
    <w:semiHidden/>
    <w:rsid w:val="00590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0D3B"/>
    <w:rPr>
      <w:rFonts w:ascii="Tahoma" w:hAnsi="Tahoma" w:cs="Tahoma"/>
      <w:sz w:val="16"/>
      <w:szCs w:val="16"/>
    </w:rPr>
  </w:style>
  <w:style w:type="character" w:customStyle="1" w:styleId="BodyTextChar">
    <w:name w:val="Body Text Char"/>
    <w:uiPriority w:val="99"/>
    <w:locked/>
    <w:rsid w:val="00FE3AF4"/>
    <w:rPr>
      <w:sz w:val="19"/>
      <w:shd w:val="clear" w:color="auto" w:fill="FFFFFF"/>
    </w:rPr>
  </w:style>
  <w:style w:type="paragraph" w:customStyle="1" w:styleId="ConsPlusTitle">
    <w:name w:val="ConsPlusTitle"/>
    <w:uiPriority w:val="99"/>
    <w:rsid w:val="00FE3AF4"/>
    <w:pPr>
      <w:autoSpaceDE w:val="0"/>
      <w:autoSpaceDN w:val="0"/>
      <w:adjustRightInd w:val="0"/>
    </w:pPr>
    <w:rPr>
      <w:rFonts w:ascii="Arial" w:eastAsia="Times New Roman" w:hAnsi="Arial" w:cs="Arial"/>
      <w:b/>
      <w:bCs/>
      <w:sz w:val="20"/>
      <w:szCs w:val="20"/>
    </w:rPr>
  </w:style>
  <w:style w:type="character" w:styleId="Strong">
    <w:name w:val="Strong"/>
    <w:basedOn w:val="DefaultParagraphFont"/>
    <w:uiPriority w:val="99"/>
    <w:qFormat/>
    <w:locked/>
    <w:rsid w:val="00B22B1E"/>
    <w:rPr>
      <w:rFonts w:cs="Times New Roman"/>
      <w:b/>
    </w:rPr>
  </w:style>
  <w:style w:type="character" w:customStyle="1" w:styleId="NormalWebChar">
    <w:name w:val="Normal (Web) Char"/>
    <w:aliases w:val="webb Char,Обычный (Web) Знак Знак Знак Char,Знак4 Char,Обычный (Web) Знак Знак Знак Знак Char,Обычный (Web) Знак Знак Знак Знак Знак Знак Знак Знак Знак Char,Обычный (Web) Знак Знак Знак Знак Знак Char,Обычный (Web) Знак Char"/>
    <w:link w:val="NormalWeb"/>
    <w:uiPriority w:val="99"/>
    <w:locked/>
    <w:rsid w:val="00B22B1E"/>
    <w:rPr>
      <w:rFonts w:ascii="Times New Roman" w:hAnsi="Times New Roman"/>
      <w:sz w:val="24"/>
    </w:rPr>
  </w:style>
  <w:style w:type="paragraph" w:customStyle="1" w:styleId="1">
    <w:name w:val="Обычный1"/>
    <w:uiPriority w:val="99"/>
    <w:rsid w:val="00B22B1E"/>
    <w:pPr>
      <w:spacing w:before="100" w:after="100"/>
    </w:pPr>
    <w:rPr>
      <w:rFonts w:ascii="Times New Roman" w:eastAsia="Times New Roman" w:hAnsi="Times New Roman"/>
      <w:sz w:val="24"/>
      <w:szCs w:val="20"/>
    </w:rPr>
  </w:style>
  <w:style w:type="paragraph" w:customStyle="1" w:styleId="ConsPlusNormal">
    <w:name w:val="ConsPlusNormal"/>
    <w:uiPriority w:val="99"/>
    <w:rsid w:val="00B22B1E"/>
    <w:pPr>
      <w:widowControl w:val="0"/>
      <w:autoSpaceDE w:val="0"/>
      <w:autoSpaceDN w:val="0"/>
      <w:adjustRightInd w:val="0"/>
      <w:ind w:firstLine="720"/>
    </w:pPr>
    <w:rPr>
      <w:rFonts w:ascii="Arial" w:eastAsia="Times New Roman" w:hAnsi="Arial" w:cs="Arial"/>
      <w:sz w:val="20"/>
      <w:szCs w:val="20"/>
    </w:rPr>
  </w:style>
  <w:style w:type="character" w:customStyle="1" w:styleId="a">
    <w:name w:val="Основной текст_"/>
    <w:basedOn w:val="DefaultParagraphFont"/>
    <w:link w:val="10"/>
    <w:uiPriority w:val="99"/>
    <w:locked/>
    <w:rsid w:val="0077415F"/>
    <w:rPr>
      <w:rFonts w:ascii="Times New Roman" w:hAnsi="Times New Roman" w:cs="Times New Roman"/>
      <w:spacing w:val="10"/>
      <w:sz w:val="28"/>
      <w:szCs w:val="28"/>
      <w:shd w:val="clear" w:color="auto" w:fill="FFFFFF"/>
    </w:rPr>
  </w:style>
  <w:style w:type="character" w:customStyle="1" w:styleId="0pt">
    <w:name w:val="Основной текст + Интервал 0 pt"/>
    <w:basedOn w:val="a"/>
    <w:uiPriority w:val="99"/>
    <w:rsid w:val="0077415F"/>
    <w:rPr>
      <w:spacing w:val="0"/>
    </w:rPr>
  </w:style>
  <w:style w:type="paragraph" w:customStyle="1" w:styleId="10">
    <w:name w:val="Основной текст1"/>
    <w:basedOn w:val="Normal"/>
    <w:link w:val="a"/>
    <w:uiPriority w:val="99"/>
    <w:rsid w:val="0077415F"/>
    <w:pPr>
      <w:shd w:val="clear" w:color="auto" w:fill="FFFFFF"/>
      <w:spacing w:after="120" w:line="240" w:lineRule="atLeast"/>
    </w:pPr>
    <w:rPr>
      <w:rFonts w:ascii="Times New Roman" w:eastAsia="Times New Roman" w:hAnsi="Times New Roman"/>
      <w:spacing w:val="10"/>
      <w:sz w:val="28"/>
      <w:szCs w:val="28"/>
      <w:lang w:eastAsia="ru-RU"/>
    </w:rPr>
  </w:style>
</w:styles>
</file>

<file path=word/webSettings.xml><?xml version="1.0" encoding="utf-8"?>
<w:webSettings xmlns:r="http://schemas.openxmlformats.org/officeDocument/2006/relationships" xmlns:w="http://schemas.openxmlformats.org/wordprocessingml/2006/main">
  <w:divs>
    <w:div w:id="20535352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TotalTime>
  <Pages>18</Pages>
  <Words>5802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dc:title>
  <dc:subject/>
  <dc:creator>dyl</dc:creator>
  <cp:keywords/>
  <dc:description/>
  <cp:lastModifiedBy>Lyozova_EM</cp:lastModifiedBy>
  <cp:revision>29</cp:revision>
  <cp:lastPrinted>2015-08-12T11:36:00Z</cp:lastPrinted>
  <dcterms:created xsi:type="dcterms:W3CDTF">2015-06-30T15:05:00Z</dcterms:created>
  <dcterms:modified xsi:type="dcterms:W3CDTF">2015-08-12T13:07:00Z</dcterms:modified>
</cp:coreProperties>
</file>